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6A" w:rsidRPr="00A55E45" w:rsidRDefault="00D70C3E" w:rsidP="00D70C3E">
      <w:pPr>
        <w:pStyle w:val="Heading1"/>
        <w:keepNext w:val="0"/>
        <w:widowControl w:val="0"/>
        <w:tabs>
          <w:tab w:val="left" w:pos="5475"/>
          <w:tab w:val="right" w:pos="9562"/>
        </w:tabs>
        <w:jc w:val="left"/>
        <w:rPr>
          <w:b w:val="0"/>
          <w:bCs w:val="0"/>
          <w:u w:val="none"/>
        </w:rPr>
      </w:pPr>
      <w:bookmarkStart w:id="0" w:name="_Ref90368783"/>
      <w:r>
        <w:rPr>
          <w:u w:val="none"/>
        </w:rPr>
        <w:tab/>
      </w:r>
    </w:p>
    <w:p w:rsidR="00790E6A" w:rsidRPr="00A55E45" w:rsidRDefault="00790E6A" w:rsidP="00790E6A">
      <w:pPr>
        <w:pStyle w:val="Heading2"/>
        <w:keepNext w:val="0"/>
        <w:widowControl w:val="0"/>
        <w:spacing w:line="360" w:lineRule="auto"/>
        <w:rPr>
          <w:b w:val="0"/>
          <w:bCs w:val="0"/>
        </w:rPr>
      </w:pPr>
    </w:p>
    <w:p w:rsidR="00790E6A" w:rsidRPr="00A55E45" w:rsidRDefault="00790E6A" w:rsidP="00B22873">
      <w:pPr>
        <w:pStyle w:val="Heading2"/>
        <w:keepNext w:val="0"/>
        <w:widowControl w:val="0"/>
        <w:ind w:left="5580" w:firstLine="720"/>
      </w:pPr>
      <w:r w:rsidRPr="00A55E45">
        <w:t>До</w:t>
      </w:r>
    </w:p>
    <w:p w:rsidR="00790E6A" w:rsidRPr="00A55E45" w:rsidRDefault="00790E6A" w:rsidP="00B22873">
      <w:pPr>
        <w:pStyle w:val="Heading5"/>
        <w:keepNext w:val="0"/>
        <w:widowControl w:val="0"/>
        <w:spacing w:line="240" w:lineRule="auto"/>
        <w:rPr>
          <w:sz w:val="24"/>
          <w:szCs w:val="24"/>
        </w:rPr>
      </w:pPr>
      <w:r w:rsidRPr="00A55E45">
        <w:rPr>
          <w:sz w:val="24"/>
          <w:szCs w:val="24"/>
        </w:rPr>
        <w:t xml:space="preserve">“АЕЦ Козлодуй” ЕАД </w:t>
      </w:r>
    </w:p>
    <w:p w:rsidR="00790E6A" w:rsidRPr="00A55E45" w:rsidRDefault="00790E6A" w:rsidP="00D70C3E">
      <w:pPr>
        <w:pStyle w:val="Heading5"/>
        <w:keepNext w:val="0"/>
        <w:widowControl w:val="0"/>
        <w:spacing w:line="280" w:lineRule="exact"/>
        <w:ind w:firstLine="6299"/>
        <w:rPr>
          <w:sz w:val="24"/>
          <w:szCs w:val="24"/>
        </w:rPr>
      </w:pPr>
      <w:r w:rsidRPr="00A55E45">
        <w:rPr>
          <w:sz w:val="24"/>
          <w:szCs w:val="24"/>
        </w:rPr>
        <w:t>гр. Козлодуй</w:t>
      </w:r>
    </w:p>
    <w:p w:rsidR="00D70C3E" w:rsidRDefault="00D70C3E" w:rsidP="00D70C3E">
      <w:pPr>
        <w:pStyle w:val="BodyText"/>
        <w:widowControl w:val="0"/>
        <w:spacing w:line="280" w:lineRule="exact"/>
        <w:jc w:val="center"/>
        <w:rPr>
          <w:b/>
          <w:bCs/>
          <w:sz w:val="28"/>
          <w:szCs w:val="28"/>
        </w:rPr>
      </w:pPr>
    </w:p>
    <w:p w:rsidR="00D70C3E" w:rsidRPr="00730AA0" w:rsidRDefault="00D70C3E" w:rsidP="00D70C3E">
      <w:pPr>
        <w:pStyle w:val="BodyText"/>
        <w:widowControl w:val="0"/>
        <w:spacing w:line="280" w:lineRule="exact"/>
        <w:jc w:val="center"/>
        <w:rPr>
          <w:b/>
          <w:bCs/>
          <w:sz w:val="32"/>
          <w:szCs w:val="32"/>
        </w:rPr>
      </w:pPr>
    </w:p>
    <w:p w:rsidR="00790E6A" w:rsidRPr="00730AA0" w:rsidRDefault="00790E6A" w:rsidP="00D70C3E">
      <w:pPr>
        <w:pStyle w:val="BodyText"/>
        <w:widowControl w:val="0"/>
        <w:spacing w:line="280" w:lineRule="exact"/>
        <w:jc w:val="center"/>
        <w:rPr>
          <w:b/>
          <w:bCs/>
          <w:sz w:val="32"/>
          <w:szCs w:val="32"/>
        </w:rPr>
      </w:pPr>
      <w:r w:rsidRPr="00730AA0">
        <w:rPr>
          <w:b/>
          <w:bCs/>
          <w:sz w:val="32"/>
          <w:szCs w:val="32"/>
        </w:rPr>
        <w:t>О Ф Е Р Т А</w:t>
      </w:r>
    </w:p>
    <w:p w:rsidR="00730AA0" w:rsidRPr="00A55E45" w:rsidRDefault="00730AA0" w:rsidP="00D70C3E">
      <w:pPr>
        <w:pStyle w:val="BodyText"/>
        <w:widowControl w:val="0"/>
        <w:spacing w:line="280" w:lineRule="exact"/>
        <w:jc w:val="center"/>
        <w:rPr>
          <w:b/>
          <w:bCs/>
          <w:sz w:val="28"/>
          <w:szCs w:val="28"/>
        </w:rPr>
      </w:pPr>
    </w:p>
    <w:p w:rsidR="00790E6A" w:rsidRPr="00A55E45" w:rsidRDefault="00790E6A" w:rsidP="00D70C3E">
      <w:pPr>
        <w:widowControl w:val="0"/>
        <w:spacing w:line="280" w:lineRule="exact"/>
        <w:jc w:val="center"/>
        <w:rPr>
          <w:lang w:val="bg-BG"/>
        </w:rPr>
      </w:pPr>
      <w:r w:rsidRPr="00A55E45">
        <w:rPr>
          <w:lang w:val="bg-BG"/>
        </w:rPr>
        <w:t>за участие в открита процедура с предмет:</w:t>
      </w:r>
    </w:p>
    <w:p w:rsidR="00790E6A" w:rsidRDefault="00790E6A" w:rsidP="00F21FEE">
      <w:pPr>
        <w:pStyle w:val="BodyText"/>
        <w:widowControl w:val="0"/>
        <w:spacing w:line="320" w:lineRule="exact"/>
        <w:jc w:val="center"/>
        <w:rPr>
          <w:b/>
          <w:bCs/>
        </w:rPr>
      </w:pPr>
      <w:r w:rsidRPr="00A55E45">
        <w:rPr>
          <w:b/>
          <w:bCs/>
        </w:rPr>
        <w:t>“</w:t>
      </w:r>
      <w:r w:rsidR="00CF3D79" w:rsidRPr="00A55E45">
        <w:rPr>
          <w:b/>
        </w:rPr>
        <w:t>Отпечатване и предоставяне на ваучери за храна</w:t>
      </w:r>
      <w:r w:rsidRPr="00A55E45">
        <w:rPr>
          <w:b/>
          <w:bCs/>
        </w:rPr>
        <w:t>”</w:t>
      </w:r>
    </w:p>
    <w:p w:rsidR="00D70C3E" w:rsidRDefault="00D70C3E" w:rsidP="00F21FEE">
      <w:pPr>
        <w:pStyle w:val="BodyText"/>
        <w:widowControl w:val="0"/>
        <w:spacing w:line="320" w:lineRule="exact"/>
        <w:jc w:val="center"/>
        <w:rPr>
          <w:b/>
          <w:bCs/>
        </w:rPr>
      </w:pPr>
    </w:p>
    <w:p w:rsidR="00D70C3E" w:rsidRPr="00A55E45" w:rsidRDefault="00D70C3E" w:rsidP="00F21FEE">
      <w:pPr>
        <w:pStyle w:val="BodyText"/>
        <w:widowControl w:val="0"/>
        <w:spacing w:line="320" w:lineRule="exact"/>
        <w:jc w:val="center"/>
        <w:rPr>
          <w:b/>
          <w:bCs/>
          <w:color w:val="FF0000"/>
        </w:rPr>
      </w:pPr>
    </w:p>
    <w:p w:rsidR="00790E6A" w:rsidRDefault="00D70C3E" w:rsidP="00F21FEE">
      <w:pPr>
        <w:pStyle w:val="BodyText"/>
        <w:widowControl w:val="0"/>
        <w:spacing w:line="320" w:lineRule="exact"/>
        <w:ind w:firstLine="567"/>
        <w:rPr>
          <w:b/>
          <w:bCs/>
        </w:rPr>
      </w:pPr>
      <w:r w:rsidRPr="00F75ADC">
        <w:rPr>
          <w:b/>
          <w:bCs/>
        </w:rPr>
        <w:t xml:space="preserve">УВАЖАЕМИ </w:t>
      </w:r>
      <w:r>
        <w:rPr>
          <w:b/>
          <w:bCs/>
        </w:rPr>
        <w:t>ДАМИ И ГОСПОДА</w:t>
      </w:r>
      <w:r w:rsidR="00790E6A" w:rsidRPr="00A55E45">
        <w:rPr>
          <w:b/>
          <w:bCs/>
        </w:rPr>
        <w:t>,</w:t>
      </w:r>
    </w:p>
    <w:p w:rsidR="00D70C3E" w:rsidRPr="00D70C3E" w:rsidRDefault="00D70C3E" w:rsidP="00F21FEE">
      <w:pPr>
        <w:pStyle w:val="BodyText"/>
        <w:widowControl w:val="0"/>
        <w:spacing w:line="320" w:lineRule="exact"/>
        <w:ind w:firstLine="567"/>
        <w:rPr>
          <w:b/>
          <w:bCs/>
          <w:lang w:val="en-US"/>
        </w:rPr>
      </w:pPr>
    </w:p>
    <w:p w:rsidR="00D70C3E" w:rsidRDefault="00D70C3E" w:rsidP="00F21FEE">
      <w:pPr>
        <w:spacing w:line="320" w:lineRule="exact"/>
        <w:ind w:firstLine="567"/>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 xml:space="preserve">е с изискванията на </w:t>
      </w:r>
      <w:r w:rsidRPr="00433119">
        <w:rPr>
          <w:lang w:val="bg-BG"/>
        </w:rPr>
        <w:t>техническ</w:t>
      </w:r>
      <w:r>
        <w:rPr>
          <w:lang w:val="bg-BG"/>
        </w:rPr>
        <w:t xml:space="preserve">ото задание </w:t>
      </w:r>
      <w:r w:rsidRPr="00A049E6">
        <w:rPr>
          <w:lang w:val="bg-BG"/>
        </w:rPr>
        <w:t>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790E6A" w:rsidRDefault="00D70C3E" w:rsidP="00F21FEE">
      <w:pPr>
        <w:pStyle w:val="BodyTextIndent2"/>
        <w:widowControl w:val="0"/>
        <w:spacing w:line="320" w:lineRule="exact"/>
        <w:ind w:left="0" w:firstLine="567"/>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D70C3E" w:rsidRPr="00D70C3E" w:rsidRDefault="00D70C3E" w:rsidP="00F21FEE">
      <w:pPr>
        <w:pStyle w:val="BodyTextIndent2"/>
        <w:widowControl w:val="0"/>
        <w:spacing w:line="320" w:lineRule="exact"/>
        <w:ind w:left="0" w:firstLine="567"/>
      </w:pPr>
    </w:p>
    <w:p w:rsidR="00790E6A" w:rsidRPr="00A55E45" w:rsidRDefault="00790E6A" w:rsidP="00F21FEE">
      <w:pPr>
        <w:pStyle w:val="BodyText"/>
        <w:widowControl w:val="0"/>
        <w:spacing w:line="320" w:lineRule="exact"/>
        <w:ind w:firstLine="567"/>
      </w:pPr>
      <w:r w:rsidRPr="00A55E45">
        <w:t>Нашата оферта съдържа:</w:t>
      </w:r>
    </w:p>
    <w:p w:rsidR="00790E6A" w:rsidRPr="00A55E45" w:rsidRDefault="00790E6A" w:rsidP="00F21FEE">
      <w:pPr>
        <w:widowControl w:val="0"/>
        <w:tabs>
          <w:tab w:val="left" w:pos="709"/>
          <w:tab w:val="left" w:pos="993"/>
        </w:tabs>
        <w:spacing w:line="320" w:lineRule="exact"/>
        <w:ind w:firstLine="567"/>
        <w:jc w:val="both"/>
        <w:rPr>
          <w:b/>
          <w:bCs/>
          <w:lang w:val="bg-BG"/>
        </w:rPr>
      </w:pPr>
      <w:r w:rsidRPr="00A55E45">
        <w:rPr>
          <w:b/>
          <w:bCs/>
          <w:lang w:val="bg-BG"/>
        </w:rPr>
        <w:t xml:space="preserve">I. </w:t>
      </w:r>
      <w:r w:rsidR="00D70C3E">
        <w:rPr>
          <w:b/>
          <w:bCs/>
          <w:lang w:val="bg-BG"/>
        </w:rPr>
        <w:tab/>
      </w:r>
      <w:r w:rsidRPr="00A55E45">
        <w:rPr>
          <w:b/>
          <w:bCs/>
          <w:lang w:val="bg-BG"/>
        </w:rPr>
        <w:t>Документи и информация</w:t>
      </w:r>
    </w:p>
    <w:p w:rsidR="00790E6A" w:rsidRPr="00A55E45" w:rsidRDefault="00790E6A" w:rsidP="00F21FEE">
      <w:pPr>
        <w:widowControl w:val="0"/>
        <w:tabs>
          <w:tab w:val="left" w:pos="709"/>
          <w:tab w:val="left" w:pos="993"/>
        </w:tabs>
        <w:spacing w:line="320" w:lineRule="exact"/>
        <w:ind w:firstLine="567"/>
        <w:jc w:val="both"/>
        <w:rPr>
          <w:lang w:val="bg-BG"/>
        </w:rPr>
      </w:pPr>
      <w:r w:rsidRPr="00A55E45">
        <w:rPr>
          <w:lang w:val="bg-BG"/>
        </w:rPr>
        <w:t xml:space="preserve">I.1. </w:t>
      </w:r>
      <w:r w:rsidR="00D70C3E">
        <w:rPr>
          <w:lang w:val="bg-BG"/>
        </w:rPr>
        <w:tab/>
      </w:r>
      <w:r w:rsidRPr="00A55E45">
        <w:rPr>
          <w:lang w:val="bg-BG"/>
        </w:rPr>
        <w:t xml:space="preserve">Единен европейски документ за обществени поръчки (ЕЕДОП) за Участник,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p>
    <w:p w:rsidR="00790E6A" w:rsidRPr="00A55E45" w:rsidRDefault="00790E6A" w:rsidP="00F21FEE">
      <w:pPr>
        <w:widowControl w:val="0"/>
        <w:tabs>
          <w:tab w:val="left" w:pos="709"/>
          <w:tab w:val="left" w:pos="993"/>
        </w:tabs>
        <w:spacing w:line="320" w:lineRule="exact"/>
        <w:ind w:firstLine="567"/>
        <w:jc w:val="both"/>
        <w:rPr>
          <w:lang w:val="bg-BG"/>
        </w:rPr>
      </w:pPr>
      <w:r w:rsidRPr="00A55E45">
        <w:rPr>
          <w:lang w:val="bg-BG"/>
        </w:rPr>
        <w:t xml:space="preserve">I.2. </w:t>
      </w:r>
      <w:r w:rsidR="00D70C3E">
        <w:rPr>
          <w:lang w:val="bg-BG"/>
        </w:rPr>
        <w:tab/>
      </w:r>
      <w:r w:rsidRPr="00A55E45">
        <w:rPr>
          <w:lang w:val="bg-BG"/>
        </w:rPr>
        <w:t>Документи за доказване на предприетите мерки за надеждност, когато е приложимо.</w:t>
      </w:r>
    </w:p>
    <w:p w:rsidR="00790E6A" w:rsidRPr="00A55E45" w:rsidRDefault="00790E6A" w:rsidP="00F21FEE">
      <w:pPr>
        <w:widowControl w:val="0"/>
        <w:tabs>
          <w:tab w:val="left" w:pos="709"/>
          <w:tab w:val="left" w:pos="993"/>
        </w:tabs>
        <w:spacing w:line="320" w:lineRule="exact"/>
        <w:ind w:firstLine="567"/>
        <w:jc w:val="both"/>
        <w:rPr>
          <w:lang w:val="bg-BG"/>
        </w:rPr>
      </w:pPr>
      <w:r w:rsidRPr="00A55E45">
        <w:rPr>
          <w:lang w:val="bg-BG"/>
        </w:rPr>
        <w:t xml:space="preserve">I.3. </w:t>
      </w:r>
      <w:r w:rsidR="00D70C3E">
        <w:rPr>
          <w:lang w:val="bg-BG"/>
        </w:rPr>
        <w:tab/>
      </w:r>
      <w:r w:rsidRPr="00A55E45">
        <w:rPr>
          <w:lang w:val="bg-BG"/>
        </w:rPr>
        <w:t>Документите по чл.37, ал.4 от ППЗОП, когато е приложимо.</w:t>
      </w:r>
    </w:p>
    <w:p w:rsidR="00790E6A" w:rsidRPr="00A55E45" w:rsidRDefault="00790E6A" w:rsidP="00F21FEE">
      <w:pPr>
        <w:widowControl w:val="0"/>
        <w:tabs>
          <w:tab w:val="left" w:pos="993"/>
        </w:tabs>
        <w:spacing w:line="320" w:lineRule="exact"/>
        <w:jc w:val="both"/>
        <w:rPr>
          <w:lang w:val="bg-BG"/>
        </w:rPr>
      </w:pPr>
    </w:p>
    <w:p w:rsidR="009A79F9" w:rsidRPr="001773F6" w:rsidRDefault="009A79F9" w:rsidP="00F21FEE">
      <w:pPr>
        <w:widowControl w:val="0"/>
        <w:tabs>
          <w:tab w:val="left" w:pos="709"/>
          <w:tab w:val="left" w:pos="993"/>
        </w:tabs>
        <w:spacing w:line="320" w:lineRule="exact"/>
        <w:ind w:firstLine="567"/>
        <w:jc w:val="both"/>
        <w:rPr>
          <w:b/>
          <w:bCs/>
          <w:lang w:val="bg-BG"/>
        </w:rPr>
      </w:pPr>
      <w:r>
        <w:rPr>
          <w:b/>
          <w:bCs/>
          <w:lang w:val="en-US"/>
        </w:rPr>
        <w:t>II.</w:t>
      </w:r>
      <w:r>
        <w:rPr>
          <w:b/>
          <w:bCs/>
          <w:lang w:val="en-US"/>
        </w:rPr>
        <w:tab/>
      </w:r>
      <w:r>
        <w:rPr>
          <w:b/>
          <w:bCs/>
          <w:lang w:val="bg-BG"/>
        </w:rPr>
        <w:t>Техническо предложение</w:t>
      </w:r>
    </w:p>
    <w:p w:rsidR="009A79F9" w:rsidRDefault="009A79F9" w:rsidP="00F21FEE">
      <w:pPr>
        <w:widowControl w:val="0"/>
        <w:tabs>
          <w:tab w:val="left" w:pos="600"/>
          <w:tab w:val="left" w:pos="709"/>
          <w:tab w:val="left" w:pos="993"/>
        </w:tabs>
        <w:autoSpaceDE w:val="0"/>
        <w:autoSpaceDN w:val="0"/>
        <w:spacing w:line="320" w:lineRule="exact"/>
        <w:ind w:firstLine="567"/>
        <w:jc w:val="both"/>
        <w:rPr>
          <w:lang w:val="bg-BG"/>
        </w:rPr>
      </w:pPr>
      <w:r>
        <w:rPr>
          <w:lang w:val="bg-BG"/>
        </w:rPr>
        <w:t>II.1.</w:t>
      </w:r>
      <w:proofErr w:type="spellStart"/>
      <w:r w:rsidRPr="00BB589D">
        <w:t>До</w:t>
      </w:r>
      <w:r w:rsidRPr="00BB589D">
        <w:rPr>
          <w:spacing w:val="3"/>
        </w:rPr>
        <w:t>к</w:t>
      </w:r>
      <w:r w:rsidRPr="00BB589D">
        <w:rPr>
          <w:spacing w:val="-5"/>
        </w:rPr>
        <w:t>у</w:t>
      </w:r>
      <w:r w:rsidRPr="00BB589D">
        <w:rPr>
          <w:spacing w:val="1"/>
        </w:rPr>
        <w:t>м</w:t>
      </w:r>
      <w:r w:rsidRPr="00BB589D">
        <w:rPr>
          <w:spacing w:val="-1"/>
        </w:rPr>
        <w:t>е</w:t>
      </w:r>
      <w:r w:rsidRPr="00BB589D">
        <w:rPr>
          <w:spacing w:val="1"/>
        </w:rPr>
        <w:t>н</w:t>
      </w:r>
      <w:r w:rsidRPr="00BB589D">
        <w:t>т</w:t>
      </w:r>
      <w:proofErr w:type="spellEnd"/>
      <w:r w:rsidRPr="00BB589D">
        <w:rPr>
          <w:spacing w:val="1"/>
        </w:rPr>
        <w:t xml:space="preserve"> </w:t>
      </w:r>
      <w:proofErr w:type="spellStart"/>
      <w:r w:rsidRPr="00BB589D">
        <w:rPr>
          <w:spacing w:val="1"/>
        </w:rPr>
        <w:t>з</w:t>
      </w:r>
      <w:r w:rsidRPr="00BB589D">
        <w:t>а</w:t>
      </w:r>
      <w:proofErr w:type="spellEnd"/>
      <w:r w:rsidRPr="00BB589D">
        <w:rPr>
          <w:spacing w:val="2"/>
        </w:rPr>
        <w:t xml:space="preserve"> </w:t>
      </w:r>
      <w:proofErr w:type="spellStart"/>
      <w:r w:rsidRPr="00BB589D">
        <w:rPr>
          <w:spacing w:val="-5"/>
        </w:rPr>
        <w:t>у</w:t>
      </w:r>
      <w:r w:rsidRPr="00BB589D">
        <w:rPr>
          <w:spacing w:val="1"/>
        </w:rPr>
        <w:t>п</w:t>
      </w:r>
      <w:r w:rsidRPr="00BB589D">
        <w:t>ъ</w:t>
      </w:r>
      <w:r w:rsidRPr="00BB589D">
        <w:rPr>
          <w:spacing w:val="1"/>
        </w:rPr>
        <w:t>лн</w:t>
      </w:r>
      <w:r w:rsidRPr="00BB589D">
        <w:t>о</w:t>
      </w:r>
      <w:r w:rsidRPr="00BB589D">
        <w:rPr>
          <w:spacing w:val="-1"/>
        </w:rPr>
        <w:t>м</w:t>
      </w:r>
      <w:r w:rsidRPr="00BB589D">
        <w:t>ощ</w:t>
      </w:r>
      <w:r w:rsidRPr="00BB589D">
        <w:rPr>
          <w:spacing w:val="-1"/>
        </w:rPr>
        <w:t>а</w:t>
      </w:r>
      <w:r w:rsidRPr="00BB589D">
        <w:t>в</w:t>
      </w:r>
      <w:r w:rsidRPr="00BB589D">
        <w:rPr>
          <w:spacing w:val="-1"/>
        </w:rPr>
        <w:t>а</w:t>
      </w:r>
      <w:r w:rsidRPr="00BB589D">
        <w:rPr>
          <w:spacing w:val="1"/>
        </w:rPr>
        <w:t>н</w:t>
      </w:r>
      <w:r w:rsidRPr="00BB589D">
        <w:rPr>
          <w:spacing w:val="2"/>
        </w:rPr>
        <w:t>е</w:t>
      </w:r>
      <w:proofErr w:type="spellEnd"/>
      <w:r w:rsidRPr="00BB589D">
        <w:t>,</w:t>
      </w:r>
      <w:r w:rsidRPr="00BB589D">
        <w:rPr>
          <w:spacing w:val="1"/>
        </w:rPr>
        <w:t xml:space="preserve"> </w:t>
      </w:r>
      <w:proofErr w:type="spellStart"/>
      <w:r w:rsidRPr="00BB589D">
        <w:rPr>
          <w:spacing w:val="1"/>
        </w:rPr>
        <w:t>к</w:t>
      </w:r>
      <w:r w:rsidRPr="00BB589D">
        <w:t>ог</w:t>
      </w:r>
      <w:r w:rsidRPr="00BB589D">
        <w:rPr>
          <w:spacing w:val="-1"/>
        </w:rPr>
        <w:t>а</w:t>
      </w:r>
      <w:r w:rsidRPr="00BB589D">
        <w:t>то</w:t>
      </w:r>
      <w:proofErr w:type="spellEnd"/>
      <w:r w:rsidRPr="00BB589D">
        <w:rPr>
          <w:spacing w:val="1"/>
        </w:rPr>
        <w:t xml:space="preserve"> </w:t>
      </w:r>
      <w:proofErr w:type="spellStart"/>
      <w:r w:rsidRPr="00BB589D">
        <w:t>л</w:t>
      </w:r>
      <w:r w:rsidRPr="00BB589D">
        <w:rPr>
          <w:spacing w:val="1"/>
        </w:rPr>
        <w:t>иц</w:t>
      </w:r>
      <w:r w:rsidRPr="00BB589D">
        <w:rPr>
          <w:spacing w:val="-1"/>
        </w:rPr>
        <w:t>е</w:t>
      </w:r>
      <w:r w:rsidRPr="00BB589D">
        <w:t>то</w:t>
      </w:r>
      <w:proofErr w:type="spellEnd"/>
      <w:r w:rsidRPr="00BB589D">
        <w:t>,</w:t>
      </w:r>
      <w:r w:rsidRPr="00BB589D">
        <w:rPr>
          <w:spacing w:val="1"/>
        </w:rPr>
        <w:t xml:space="preserve"> </w:t>
      </w:r>
      <w:proofErr w:type="spellStart"/>
      <w:r w:rsidRPr="00BB589D">
        <w:rPr>
          <w:spacing w:val="1"/>
        </w:rPr>
        <w:t>к</w:t>
      </w:r>
      <w:r w:rsidRPr="00BB589D">
        <w:t>о</w:t>
      </w:r>
      <w:r w:rsidRPr="00BB589D">
        <w:rPr>
          <w:spacing w:val="-1"/>
        </w:rPr>
        <w:t>е</w:t>
      </w:r>
      <w:r w:rsidRPr="00BB589D">
        <w:t>то</w:t>
      </w:r>
      <w:proofErr w:type="spellEnd"/>
      <w:r w:rsidRPr="00BB589D">
        <w:rPr>
          <w:spacing w:val="1"/>
        </w:rPr>
        <w:t xml:space="preserve"> </w:t>
      </w:r>
      <w:proofErr w:type="spellStart"/>
      <w:r w:rsidRPr="00BB589D">
        <w:rPr>
          <w:spacing w:val="1"/>
        </w:rPr>
        <w:t>п</w:t>
      </w:r>
      <w:r w:rsidRPr="00BB589D">
        <w:t>од</w:t>
      </w:r>
      <w:r w:rsidRPr="00BB589D">
        <w:rPr>
          <w:spacing w:val="-1"/>
        </w:rPr>
        <w:t>а</w:t>
      </w:r>
      <w:r w:rsidRPr="00BB589D">
        <w:t>ва</w:t>
      </w:r>
      <w:proofErr w:type="spellEnd"/>
      <w:r w:rsidRPr="00BB589D">
        <w:t xml:space="preserve"> </w:t>
      </w:r>
      <w:proofErr w:type="spellStart"/>
      <w:r w:rsidRPr="00BB589D">
        <w:t>офертат</w:t>
      </w:r>
      <w:r w:rsidRPr="00BB589D">
        <w:rPr>
          <w:spacing w:val="1"/>
        </w:rPr>
        <w:t>а</w:t>
      </w:r>
      <w:proofErr w:type="spellEnd"/>
      <w:r w:rsidRPr="00BB589D">
        <w:t>,</w:t>
      </w:r>
      <w:r w:rsidRPr="00BB589D">
        <w:rPr>
          <w:spacing w:val="1"/>
        </w:rPr>
        <w:t xml:space="preserve"> </w:t>
      </w:r>
      <w:proofErr w:type="spellStart"/>
      <w:r w:rsidRPr="00BB589D">
        <w:rPr>
          <w:spacing w:val="1"/>
        </w:rPr>
        <w:t>н</w:t>
      </w:r>
      <w:r w:rsidRPr="00BB589D">
        <w:t>е</w:t>
      </w:r>
      <w:proofErr w:type="spellEnd"/>
      <w:r w:rsidRPr="00BB589D">
        <w:t xml:space="preserve"> е </w:t>
      </w:r>
      <w:proofErr w:type="spellStart"/>
      <w:r w:rsidRPr="00BB589D">
        <w:rPr>
          <w:spacing w:val="1"/>
        </w:rPr>
        <w:t>з</w:t>
      </w:r>
      <w:r w:rsidRPr="00BB589D">
        <w:rPr>
          <w:spacing w:val="-1"/>
        </w:rPr>
        <w:t>а</w:t>
      </w:r>
      <w:r w:rsidRPr="00BB589D">
        <w:rPr>
          <w:spacing w:val="1"/>
        </w:rPr>
        <w:t>к</w:t>
      </w:r>
      <w:r w:rsidRPr="00BB589D">
        <w:t>о</w:t>
      </w:r>
      <w:r w:rsidRPr="00BB589D">
        <w:rPr>
          <w:spacing w:val="1"/>
        </w:rPr>
        <w:t>н</w:t>
      </w:r>
      <w:r w:rsidRPr="00BB589D">
        <w:rPr>
          <w:spacing w:val="-1"/>
        </w:rPr>
        <w:t>н</w:t>
      </w:r>
      <w:r w:rsidRPr="00BB589D">
        <w:rPr>
          <w:spacing w:val="1"/>
        </w:rPr>
        <w:t>и</w:t>
      </w:r>
      <w:r w:rsidRPr="00BB589D">
        <w:t>ят</w:t>
      </w:r>
      <w:proofErr w:type="spellEnd"/>
      <w:r w:rsidRPr="00BB589D">
        <w:t xml:space="preserve"> </w:t>
      </w:r>
      <w:proofErr w:type="spellStart"/>
      <w:r w:rsidRPr="00BB589D">
        <w:rPr>
          <w:spacing w:val="1"/>
        </w:rPr>
        <w:t>п</w:t>
      </w:r>
      <w:r w:rsidRPr="00BB589D">
        <w:t>р</w:t>
      </w:r>
      <w:r w:rsidRPr="00BB589D">
        <w:rPr>
          <w:spacing w:val="-1"/>
        </w:rPr>
        <w:t>е</w:t>
      </w:r>
      <w:r w:rsidRPr="00BB589D">
        <w:t>д</w:t>
      </w:r>
      <w:r w:rsidRPr="00BB589D">
        <w:rPr>
          <w:spacing w:val="-1"/>
        </w:rPr>
        <w:t>с</w:t>
      </w:r>
      <w:r w:rsidRPr="00BB589D">
        <w:t>т</w:t>
      </w:r>
      <w:r w:rsidRPr="00BB589D">
        <w:rPr>
          <w:spacing w:val="-1"/>
        </w:rPr>
        <w:t>а</w:t>
      </w:r>
      <w:r w:rsidRPr="00BB589D">
        <w:t>вит</w:t>
      </w:r>
      <w:r w:rsidRPr="00BB589D">
        <w:rPr>
          <w:spacing w:val="-1"/>
        </w:rPr>
        <w:t>е</w:t>
      </w:r>
      <w:r w:rsidRPr="00BB589D">
        <w:t>л</w:t>
      </w:r>
      <w:proofErr w:type="spellEnd"/>
      <w:r w:rsidRPr="00BB589D">
        <w:t xml:space="preserve"> </w:t>
      </w:r>
      <w:r w:rsidRPr="00BB589D">
        <w:rPr>
          <w:spacing w:val="1"/>
        </w:rPr>
        <w:t>н</w:t>
      </w:r>
      <w:r w:rsidRPr="00BB589D">
        <w:t>а</w:t>
      </w:r>
      <w:r w:rsidRPr="00BB589D">
        <w:rPr>
          <w:spacing w:val="1"/>
        </w:rPr>
        <w:t xml:space="preserve"> </w:t>
      </w:r>
      <w:proofErr w:type="spellStart"/>
      <w:r w:rsidRPr="00BB589D">
        <w:rPr>
          <w:spacing w:val="-5"/>
        </w:rPr>
        <w:t>у</w:t>
      </w:r>
      <w:r w:rsidRPr="00BB589D">
        <w:rPr>
          <w:spacing w:val="1"/>
        </w:rPr>
        <w:t>ч</w:t>
      </w:r>
      <w:r w:rsidRPr="00BB589D">
        <w:rPr>
          <w:spacing w:val="-1"/>
        </w:rPr>
        <w:t>ас</w:t>
      </w:r>
      <w:r w:rsidRPr="00BB589D">
        <w:t>т</w:t>
      </w:r>
      <w:r w:rsidRPr="00BB589D">
        <w:rPr>
          <w:spacing w:val="1"/>
        </w:rPr>
        <w:t>ник</w:t>
      </w:r>
      <w:r w:rsidRPr="00BB589D">
        <w:rPr>
          <w:spacing w:val="-1"/>
        </w:rPr>
        <w:t>а</w:t>
      </w:r>
      <w:proofErr w:type="spellEnd"/>
      <w:r w:rsidRPr="00BB589D">
        <w:t>;</w:t>
      </w:r>
    </w:p>
    <w:p w:rsidR="0065710F" w:rsidRPr="0065710F" w:rsidRDefault="009A79F9" w:rsidP="00F21FEE">
      <w:pPr>
        <w:tabs>
          <w:tab w:val="left" w:pos="993"/>
        </w:tabs>
        <w:spacing w:line="320" w:lineRule="exact"/>
        <w:ind w:firstLine="567"/>
        <w:jc w:val="both"/>
        <w:rPr>
          <w:spacing w:val="2"/>
          <w:lang w:val="bg-BG"/>
        </w:rPr>
      </w:pPr>
      <w:r>
        <w:rPr>
          <w:lang w:val="bg-BG" w:eastAsia="bg-BG"/>
        </w:rPr>
        <w:t>II.2.</w:t>
      </w:r>
      <w:r w:rsidRPr="001773F6">
        <w:rPr>
          <w:lang w:val="bg-BG" w:eastAsia="bg-BG"/>
        </w:rPr>
        <w:t xml:space="preserve"> </w:t>
      </w:r>
      <w:proofErr w:type="spellStart"/>
      <w:r w:rsidRPr="00BB589D">
        <w:rPr>
          <w:spacing w:val="1"/>
        </w:rPr>
        <w:t>П</w:t>
      </w:r>
      <w:r w:rsidRPr="00BB589D">
        <w:t>р</w:t>
      </w:r>
      <w:r w:rsidRPr="00BB589D">
        <w:rPr>
          <w:spacing w:val="-1"/>
        </w:rPr>
        <w:t>е</w:t>
      </w:r>
      <w:r w:rsidRPr="00BB589D">
        <w:t>дло</w:t>
      </w:r>
      <w:r w:rsidRPr="00BB589D">
        <w:rPr>
          <w:spacing w:val="1"/>
        </w:rPr>
        <w:t>ж</w:t>
      </w:r>
      <w:r w:rsidRPr="00BB589D">
        <w:rPr>
          <w:spacing w:val="-1"/>
        </w:rPr>
        <w:t>е</w:t>
      </w:r>
      <w:r w:rsidRPr="00BB589D">
        <w:rPr>
          <w:spacing w:val="1"/>
        </w:rPr>
        <w:t>ни</w:t>
      </w:r>
      <w:r w:rsidRPr="00BB589D">
        <w:t>е</w:t>
      </w:r>
      <w:proofErr w:type="spellEnd"/>
      <w:r w:rsidRPr="00BB589D">
        <w:rPr>
          <w:spacing w:val="1"/>
        </w:rPr>
        <w:t xml:space="preserve"> </w:t>
      </w:r>
      <w:proofErr w:type="spellStart"/>
      <w:r w:rsidRPr="00BB589D">
        <w:rPr>
          <w:spacing w:val="1"/>
        </w:rPr>
        <w:t>з</w:t>
      </w:r>
      <w:r w:rsidRPr="00BB589D">
        <w:t>а</w:t>
      </w:r>
      <w:proofErr w:type="spellEnd"/>
      <w:r w:rsidRPr="00BB589D">
        <w:t xml:space="preserve"> </w:t>
      </w:r>
      <w:r w:rsidRPr="00BB589D">
        <w:rPr>
          <w:spacing w:val="1"/>
        </w:rPr>
        <w:t>изп</w:t>
      </w:r>
      <w:r w:rsidRPr="00BB589D">
        <w:t>ъ</w:t>
      </w:r>
      <w:r w:rsidRPr="00BB589D">
        <w:rPr>
          <w:spacing w:val="-1"/>
        </w:rPr>
        <w:t>л</w:t>
      </w:r>
      <w:r w:rsidRPr="00BB589D">
        <w:rPr>
          <w:spacing w:val="1"/>
        </w:rPr>
        <w:t>н</w:t>
      </w:r>
      <w:r w:rsidRPr="00BB589D">
        <w:rPr>
          <w:spacing w:val="-1"/>
        </w:rPr>
        <w:t>е</w:t>
      </w:r>
      <w:r w:rsidRPr="00BB589D">
        <w:rPr>
          <w:spacing w:val="1"/>
        </w:rPr>
        <w:t>ни</w:t>
      </w:r>
      <w:r w:rsidRPr="00BB589D">
        <w:t xml:space="preserve">е </w:t>
      </w:r>
      <w:r w:rsidRPr="00BB589D">
        <w:rPr>
          <w:spacing w:val="1"/>
        </w:rPr>
        <w:t>н</w:t>
      </w:r>
      <w:r w:rsidRPr="00BB589D">
        <w:t xml:space="preserve">а </w:t>
      </w:r>
      <w:proofErr w:type="spellStart"/>
      <w:r w:rsidRPr="00BB589D">
        <w:rPr>
          <w:spacing w:val="1"/>
        </w:rPr>
        <w:t>п</w:t>
      </w:r>
      <w:r w:rsidRPr="00BB589D">
        <w:t>о</w:t>
      </w:r>
      <w:r w:rsidRPr="00BB589D">
        <w:rPr>
          <w:spacing w:val="-2"/>
        </w:rPr>
        <w:t>р</w:t>
      </w:r>
      <w:r w:rsidRPr="00BB589D">
        <w:t>ъч</w:t>
      </w:r>
      <w:r w:rsidRPr="00BB589D">
        <w:rPr>
          <w:spacing w:val="-1"/>
        </w:rPr>
        <w:t>ка</w:t>
      </w:r>
      <w:r w:rsidRPr="00BB589D">
        <w:t>т</w:t>
      </w:r>
      <w:r w:rsidRPr="00BB589D">
        <w:rPr>
          <w:spacing w:val="3"/>
        </w:rPr>
        <w:t>а</w:t>
      </w:r>
      <w:proofErr w:type="spellEnd"/>
      <w:r w:rsidRPr="00BB589D">
        <w:t>,</w:t>
      </w:r>
      <w:r w:rsidR="0065710F">
        <w:rPr>
          <w:spacing w:val="2"/>
          <w:lang w:val="bg-BG"/>
        </w:rPr>
        <w:t xml:space="preserve"> </w:t>
      </w:r>
      <w:r w:rsidR="001367A6">
        <w:rPr>
          <w:spacing w:val="2"/>
          <w:lang w:val="bg-BG"/>
        </w:rPr>
        <w:t>което включва:</w:t>
      </w:r>
    </w:p>
    <w:p w:rsidR="0065710F" w:rsidRPr="00A55E45" w:rsidRDefault="001367A6" w:rsidP="00F21FEE">
      <w:pPr>
        <w:tabs>
          <w:tab w:val="left" w:pos="993"/>
          <w:tab w:val="left" w:pos="1080"/>
        </w:tabs>
        <w:spacing w:line="320" w:lineRule="exact"/>
        <w:ind w:firstLine="567"/>
        <w:jc w:val="both"/>
        <w:rPr>
          <w:color w:val="000000"/>
          <w:lang w:val="bg-BG"/>
        </w:rPr>
      </w:pPr>
      <w:r>
        <w:rPr>
          <w:lang w:val="bg-BG" w:eastAsia="bg-BG"/>
        </w:rPr>
        <w:t xml:space="preserve">II.2.1. </w:t>
      </w:r>
      <w:r w:rsidR="0065710F" w:rsidRPr="00A55E45">
        <w:rPr>
          <w:lang w:val="bg-BG"/>
        </w:rPr>
        <w:t>Организация на работа по време на изпълнение на поръчката</w:t>
      </w:r>
      <w:r w:rsidR="0065710F" w:rsidRPr="00A55E45">
        <w:rPr>
          <w:color w:val="000000"/>
          <w:lang w:val="bg-BG"/>
        </w:rPr>
        <w:t>;</w:t>
      </w:r>
    </w:p>
    <w:p w:rsidR="001367A6" w:rsidRDefault="00D70C3E" w:rsidP="00F21FEE">
      <w:pPr>
        <w:tabs>
          <w:tab w:val="left" w:pos="993"/>
        </w:tabs>
        <w:spacing w:line="320" w:lineRule="exact"/>
        <w:ind w:firstLine="567"/>
        <w:jc w:val="both"/>
        <w:rPr>
          <w:lang w:val="bg-BG"/>
        </w:rPr>
      </w:pPr>
      <w:r>
        <w:rPr>
          <w:lang w:val="bg-BG" w:eastAsia="bg-BG"/>
        </w:rPr>
        <w:t xml:space="preserve">II.2.2. </w:t>
      </w:r>
      <w:r w:rsidR="0065710F" w:rsidRPr="00A55E45">
        <w:rPr>
          <w:lang w:val="bg-BG"/>
        </w:rPr>
        <w:t xml:space="preserve">Начин на </w:t>
      </w:r>
      <w:r w:rsidRPr="00A55E45">
        <w:rPr>
          <w:lang w:val="bg-BG"/>
        </w:rPr>
        <w:t>комплектуване</w:t>
      </w:r>
      <w:r w:rsidR="0065710F" w:rsidRPr="00A55E45">
        <w:rPr>
          <w:lang w:val="bg-BG"/>
        </w:rPr>
        <w:t xml:space="preserve"> на ваучерите и удобство при получаването и раздав</w:t>
      </w:r>
      <w:r w:rsidR="0065710F">
        <w:rPr>
          <w:lang w:val="bg-BG"/>
        </w:rPr>
        <w:t xml:space="preserve">ането  им. </w:t>
      </w:r>
    </w:p>
    <w:p w:rsidR="0065710F" w:rsidRPr="004C5249" w:rsidRDefault="001367A6" w:rsidP="00F21FEE">
      <w:pPr>
        <w:tabs>
          <w:tab w:val="left" w:pos="993"/>
        </w:tabs>
        <w:spacing w:line="320" w:lineRule="exact"/>
        <w:ind w:firstLine="567"/>
        <w:jc w:val="both"/>
        <w:rPr>
          <w:lang w:val="bg-BG"/>
        </w:rPr>
      </w:pPr>
      <w:r>
        <w:rPr>
          <w:lang w:val="bg-BG" w:eastAsia="bg-BG"/>
        </w:rPr>
        <w:t>II.2.3.</w:t>
      </w:r>
      <w:r w:rsidRPr="001773F6">
        <w:rPr>
          <w:lang w:val="bg-BG" w:eastAsia="bg-BG"/>
        </w:rPr>
        <w:t xml:space="preserve"> </w:t>
      </w:r>
      <w:r w:rsidR="0065710F" w:rsidRPr="00A55E45">
        <w:rPr>
          <w:lang w:val="bg-BG"/>
        </w:rPr>
        <w:t>Образци на ваучерите за храна с купюри от 1, 2, 5, 10 и 20 лв.</w:t>
      </w:r>
    </w:p>
    <w:p w:rsidR="009A79F9" w:rsidRPr="00D70C3E" w:rsidRDefault="001367A6" w:rsidP="00F21FEE">
      <w:pPr>
        <w:tabs>
          <w:tab w:val="left" w:pos="993"/>
        </w:tabs>
        <w:spacing w:line="320" w:lineRule="exact"/>
        <w:ind w:right="-219" w:firstLine="567"/>
        <w:jc w:val="both"/>
        <w:rPr>
          <w:lang w:val="bg-BG"/>
        </w:rPr>
      </w:pPr>
      <w:r>
        <w:rPr>
          <w:lang w:val="bg-BG" w:eastAsia="bg-BG"/>
        </w:rPr>
        <w:t>II.2.4.</w:t>
      </w:r>
      <w:r w:rsidRPr="001773F6">
        <w:rPr>
          <w:lang w:val="bg-BG" w:eastAsia="bg-BG"/>
        </w:rPr>
        <w:t xml:space="preserve"> </w:t>
      </w:r>
      <w:proofErr w:type="spellStart"/>
      <w:proofErr w:type="gramStart"/>
      <w:r w:rsidR="00730AA0">
        <w:rPr>
          <w:rFonts w:eastAsia="FrutigerNextforEVN-Light"/>
          <w:lang w:eastAsia="bg-BG"/>
        </w:rPr>
        <w:t>Списък</w:t>
      </w:r>
      <w:proofErr w:type="spellEnd"/>
      <w:r w:rsidR="00730AA0">
        <w:rPr>
          <w:rFonts w:eastAsia="FrutigerNextforEVN-Light"/>
          <w:lang w:eastAsia="bg-BG"/>
        </w:rPr>
        <w:t xml:space="preserve"> с </w:t>
      </w:r>
      <w:proofErr w:type="spellStart"/>
      <w:r w:rsidR="00730AA0">
        <w:rPr>
          <w:rFonts w:eastAsia="FrutigerNextforEVN-Light"/>
          <w:lang w:eastAsia="bg-BG"/>
        </w:rPr>
        <w:t>населените</w:t>
      </w:r>
      <w:proofErr w:type="spellEnd"/>
      <w:r w:rsidR="00730AA0">
        <w:rPr>
          <w:rFonts w:eastAsia="FrutigerNextforEVN-Light"/>
          <w:lang w:eastAsia="bg-BG"/>
        </w:rPr>
        <w:t xml:space="preserve"> </w:t>
      </w:r>
      <w:proofErr w:type="spellStart"/>
      <w:r w:rsidR="00730AA0">
        <w:rPr>
          <w:rFonts w:eastAsia="FrutigerNextforEVN-Light"/>
          <w:lang w:eastAsia="bg-BG"/>
        </w:rPr>
        <w:t>места</w:t>
      </w:r>
      <w:proofErr w:type="spellEnd"/>
      <w:r w:rsidR="00730AA0">
        <w:rPr>
          <w:rFonts w:eastAsia="FrutigerNextforEVN-Light"/>
          <w:lang w:val="bg-BG" w:eastAsia="bg-BG"/>
        </w:rPr>
        <w:t xml:space="preserve"> </w:t>
      </w:r>
      <w:r w:rsidR="0065710F" w:rsidRPr="000F2469">
        <w:rPr>
          <w:rFonts w:eastAsia="FrutigerNextforEVN-Light"/>
          <w:lang w:eastAsia="bg-BG"/>
        </w:rPr>
        <w:t xml:space="preserve">на </w:t>
      </w:r>
      <w:proofErr w:type="spellStart"/>
      <w:r w:rsidR="0065710F" w:rsidRPr="000F2469">
        <w:rPr>
          <w:rFonts w:eastAsia="FrutigerNextforEVN-Light"/>
          <w:lang w:eastAsia="bg-BG"/>
        </w:rPr>
        <w:t>територията</w:t>
      </w:r>
      <w:proofErr w:type="spellEnd"/>
      <w:r w:rsidR="0065710F" w:rsidRPr="000F2469">
        <w:rPr>
          <w:rFonts w:eastAsia="FrutigerNextforEVN-Light"/>
          <w:lang w:eastAsia="bg-BG"/>
        </w:rPr>
        <w:t xml:space="preserve"> на </w:t>
      </w:r>
      <w:proofErr w:type="spellStart"/>
      <w:r w:rsidR="0065710F" w:rsidRPr="000F2469">
        <w:t>община</w:t>
      </w:r>
      <w:proofErr w:type="spellEnd"/>
      <w:r w:rsidR="0065710F" w:rsidRPr="000F2469">
        <w:t xml:space="preserve"> </w:t>
      </w:r>
      <w:proofErr w:type="spellStart"/>
      <w:r w:rsidR="0065710F" w:rsidRPr="000F2469">
        <w:t>Козлодуй</w:t>
      </w:r>
      <w:proofErr w:type="spellEnd"/>
      <w:r w:rsidR="0065710F" w:rsidRPr="000F2469">
        <w:t xml:space="preserve"> (</w:t>
      </w:r>
      <w:proofErr w:type="spellStart"/>
      <w:r w:rsidR="0065710F" w:rsidRPr="000F2469">
        <w:t>гр</w:t>
      </w:r>
      <w:proofErr w:type="spellEnd"/>
      <w:r w:rsidR="0065710F" w:rsidRPr="000F2469">
        <w:t>.</w:t>
      </w:r>
      <w:proofErr w:type="gramEnd"/>
      <w:r w:rsidR="0065710F" w:rsidRPr="000F2469">
        <w:t xml:space="preserve"> </w:t>
      </w:r>
      <w:proofErr w:type="spellStart"/>
      <w:r w:rsidR="0065710F" w:rsidRPr="000F2469">
        <w:t>Козлодуй</w:t>
      </w:r>
      <w:proofErr w:type="spellEnd"/>
      <w:r w:rsidR="0065710F" w:rsidRPr="000F2469">
        <w:t xml:space="preserve">, с. </w:t>
      </w:r>
      <w:proofErr w:type="spellStart"/>
      <w:r w:rsidR="0065710F" w:rsidRPr="000F2469">
        <w:t>Хърлец</w:t>
      </w:r>
      <w:proofErr w:type="spellEnd"/>
      <w:r w:rsidR="0065710F" w:rsidRPr="000F2469">
        <w:t xml:space="preserve">, с. </w:t>
      </w:r>
      <w:proofErr w:type="spellStart"/>
      <w:r w:rsidR="0065710F" w:rsidRPr="000F2469">
        <w:t>Гложене</w:t>
      </w:r>
      <w:proofErr w:type="spellEnd"/>
      <w:r w:rsidR="0065710F" w:rsidRPr="000F2469">
        <w:t xml:space="preserve">, с. </w:t>
      </w:r>
      <w:proofErr w:type="spellStart"/>
      <w:r w:rsidR="0065710F" w:rsidRPr="000F2469">
        <w:t>Крива</w:t>
      </w:r>
      <w:proofErr w:type="spellEnd"/>
      <w:r w:rsidR="0065710F" w:rsidRPr="000F2469">
        <w:t xml:space="preserve"> </w:t>
      </w:r>
      <w:proofErr w:type="spellStart"/>
      <w:r w:rsidR="0065710F" w:rsidRPr="000F2469">
        <w:t>Бара</w:t>
      </w:r>
      <w:proofErr w:type="spellEnd"/>
      <w:r w:rsidR="0065710F" w:rsidRPr="000F2469">
        <w:t xml:space="preserve"> и </w:t>
      </w:r>
      <w:proofErr w:type="spellStart"/>
      <w:r w:rsidR="0065710F" w:rsidRPr="000F2469">
        <w:t>с.Бутан</w:t>
      </w:r>
      <w:proofErr w:type="spellEnd"/>
      <w:r w:rsidR="0065710F" w:rsidRPr="000F2469">
        <w:t xml:space="preserve">) и </w:t>
      </w:r>
      <w:proofErr w:type="spellStart"/>
      <w:r w:rsidR="0065710F" w:rsidRPr="000F2469">
        <w:t>районите</w:t>
      </w:r>
      <w:proofErr w:type="spellEnd"/>
      <w:r w:rsidR="0065710F" w:rsidRPr="000F2469">
        <w:t xml:space="preserve"> на </w:t>
      </w:r>
      <w:proofErr w:type="spellStart"/>
      <w:r w:rsidR="0065710F" w:rsidRPr="000F2469">
        <w:t>общини</w:t>
      </w:r>
      <w:proofErr w:type="spellEnd"/>
      <w:r w:rsidR="0065710F" w:rsidRPr="000F2469">
        <w:t xml:space="preserve"> </w:t>
      </w:r>
      <w:proofErr w:type="spellStart"/>
      <w:r w:rsidR="0065710F" w:rsidRPr="000F2469">
        <w:t>Оряхово</w:t>
      </w:r>
      <w:proofErr w:type="spellEnd"/>
      <w:r w:rsidR="0065710F" w:rsidRPr="000F2469">
        <w:t xml:space="preserve">, </w:t>
      </w:r>
      <w:proofErr w:type="spellStart"/>
      <w:r w:rsidR="0065710F" w:rsidRPr="000F2469">
        <w:t>Мизия</w:t>
      </w:r>
      <w:proofErr w:type="spellEnd"/>
      <w:r w:rsidR="0065710F" w:rsidRPr="000F2469">
        <w:t xml:space="preserve">, </w:t>
      </w:r>
      <w:proofErr w:type="spellStart"/>
      <w:r w:rsidR="0065710F" w:rsidRPr="000F2469">
        <w:t>Лом</w:t>
      </w:r>
      <w:proofErr w:type="spellEnd"/>
      <w:r w:rsidR="0065710F" w:rsidRPr="000F2469">
        <w:t xml:space="preserve">, </w:t>
      </w:r>
      <w:proofErr w:type="spellStart"/>
      <w:r w:rsidR="0065710F" w:rsidRPr="000F2469">
        <w:lastRenderedPageBreak/>
        <w:t>Хайредин</w:t>
      </w:r>
      <w:proofErr w:type="spellEnd"/>
      <w:r w:rsidR="0065710F" w:rsidRPr="000F2469">
        <w:t xml:space="preserve">, </w:t>
      </w:r>
      <w:proofErr w:type="spellStart"/>
      <w:r w:rsidR="0065710F" w:rsidRPr="000F2469">
        <w:t>Кнежа</w:t>
      </w:r>
      <w:proofErr w:type="spellEnd"/>
      <w:r w:rsidR="0065710F" w:rsidRPr="000F2469">
        <w:t xml:space="preserve">, </w:t>
      </w:r>
      <w:proofErr w:type="spellStart"/>
      <w:r w:rsidR="0065710F" w:rsidRPr="000F2469">
        <w:t>Бяла</w:t>
      </w:r>
      <w:proofErr w:type="spellEnd"/>
      <w:r w:rsidR="0065710F" w:rsidRPr="000F2469">
        <w:t xml:space="preserve"> </w:t>
      </w:r>
      <w:proofErr w:type="spellStart"/>
      <w:r w:rsidR="0065710F" w:rsidRPr="000F2469">
        <w:t>Слатина</w:t>
      </w:r>
      <w:proofErr w:type="spellEnd"/>
      <w:r w:rsidR="0065710F" w:rsidRPr="000F2469">
        <w:t xml:space="preserve">, </w:t>
      </w:r>
      <w:proofErr w:type="spellStart"/>
      <w:r w:rsidR="0065710F" w:rsidRPr="000F2469">
        <w:t>Враца</w:t>
      </w:r>
      <w:proofErr w:type="spellEnd"/>
      <w:r w:rsidR="0065710F" w:rsidRPr="000F2469">
        <w:t xml:space="preserve"> и </w:t>
      </w:r>
      <w:proofErr w:type="spellStart"/>
      <w:r w:rsidR="0065710F" w:rsidRPr="000F2469">
        <w:t>населените</w:t>
      </w:r>
      <w:proofErr w:type="spellEnd"/>
      <w:r w:rsidR="0065710F" w:rsidRPr="000F2469">
        <w:t xml:space="preserve"> </w:t>
      </w:r>
      <w:proofErr w:type="spellStart"/>
      <w:r w:rsidR="0065710F" w:rsidRPr="000F2469">
        <w:t>места</w:t>
      </w:r>
      <w:proofErr w:type="spellEnd"/>
      <w:r w:rsidR="0065710F" w:rsidRPr="000F2469">
        <w:t xml:space="preserve"> на </w:t>
      </w:r>
      <w:proofErr w:type="spellStart"/>
      <w:r w:rsidR="0065710F" w:rsidRPr="000F2469">
        <w:t>териториите</w:t>
      </w:r>
      <w:proofErr w:type="spellEnd"/>
      <w:r w:rsidR="0065710F" w:rsidRPr="000F2469">
        <w:t xml:space="preserve"> на </w:t>
      </w:r>
      <w:proofErr w:type="spellStart"/>
      <w:r w:rsidR="0065710F" w:rsidRPr="000F2469">
        <w:t>общините</w:t>
      </w:r>
      <w:proofErr w:type="spellEnd"/>
      <w:r w:rsidR="0065710F" w:rsidRPr="000F2469">
        <w:t xml:space="preserve"> </w:t>
      </w:r>
      <w:proofErr w:type="spellStart"/>
      <w:r w:rsidR="0065710F" w:rsidRPr="000F2469">
        <w:t>им</w:t>
      </w:r>
      <w:proofErr w:type="spellEnd"/>
      <w:r w:rsidR="0065710F" w:rsidRPr="000F2469">
        <w:rPr>
          <w:rFonts w:eastAsia="FrutigerNextforEVN-Light"/>
          <w:lang w:eastAsia="bg-BG"/>
        </w:rPr>
        <w:t xml:space="preserve">, в </w:t>
      </w:r>
      <w:proofErr w:type="spellStart"/>
      <w:r w:rsidR="0065710F" w:rsidRPr="000F2469">
        <w:rPr>
          <w:rFonts w:eastAsia="FrutigerNextforEVN-Light"/>
          <w:lang w:eastAsia="bg-BG"/>
        </w:rPr>
        <w:t>които</w:t>
      </w:r>
      <w:proofErr w:type="spellEnd"/>
      <w:r w:rsidR="0065710F" w:rsidRPr="000F2469">
        <w:rPr>
          <w:rFonts w:eastAsia="FrutigerNextforEVN-Light"/>
          <w:lang w:eastAsia="bg-BG"/>
        </w:rPr>
        <w:t xml:space="preserve"> е </w:t>
      </w:r>
      <w:proofErr w:type="spellStart"/>
      <w:r w:rsidR="0065710F" w:rsidRPr="000F2469">
        <w:rPr>
          <w:rFonts w:eastAsia="FrutigerNextforEVN-Light"/>
          <w:lang w:eastAsia="bg-BG"/>
        </w:rPr>
        <w:t>задължително</w:t>
      </w:r>
      <w:proofErr w:type="spellEnd"/>
      <w:r w:rsidR="0065710F" w:rsidRPr="000F2469">
        <w:rPr>
          <w:rFonts w:eastAsia="FrutigerNextforEVN-Light"/>
          <w:lang w:eastAsia="bg-BG"/>
        </w:rPr>
        <w:t xml:space="preserve"> </w:t>
      </w:r>
      <w:proofErr w:type="spellStart"/>
      <w:r w:rsidR="0065710F" w:rsidRPr="000F2469">
        <w:rPr>
          <w:rFonts w:eastAsia="FrutigerNextforEVN-Light"/>
          <w:lang w:eastAsia="bg-BG"/>
        </w:rPr>
        <w:t>да</w:t>
      </w:r>
      <w:proofErr w:type="spellEnd"/>
      <w:r w:rsidR="0065710F" w:rsidRPr="000F2469">
        <w:rPr>
          <w:rFonts w:eastAsia="FrutigerNextforEVN-Light"/>
          <w:lang w:eastAsia="bg-BG"/>
        </w:rPr>
        <w:t xml:space="preserve"> </w:t>
      </w:r>
      <w:proofErr w:type="spellStart"/>
      <w:r w:rsidR="0065710F" w:rsidRPr="000F2469">
        <w:rPr>
          <w:rFonts w:eastAsia="FrutigerNextforEVN-Light"/>
          <w:lang w:eastAsia="bg-BG"/>
        </w:rPr>
        <w:t>има</w:t>
      </w:r>
      <w:proofErr w:type="spellEnd"/>
      <w:r w:rsidR="0065710F" w:rsidRPr="000F2469">
        <w:rPr>
          <w:rFonts w:eastAsia="FrutigerNextforEVN-Light"/>
          <w:lang w:eastAsia="bg-BG"/>
        </w:rPr>
        <w:t xml:space="preserve"> </w:t>
      </w:r>
      <w:proofErr w:type="spellStart"/>
      <w:r w:rsidR="0065710F" w:rsidRPr="000F2469">
        <w:rPr>
          <w:rFonts w:eastAsia="FrutigerNextforEVN-Light"/>
          <w:lang w:eastAsia="bg-BG"/>
        </w:rPr>
        <w:t>сключен</w:t>
      </w:r>
      <w:proofErr w:type="spellEnd"/>
      <w:r w:rsidR="0065710F" w:rsidRPr="000F2469">
        <w:rPr>
          <w:rFonts w:eastAsia="FrutigerNextforEVN-Light"/>
          <w:lang w:eastAsia="bg-BG"/>
        </w:rPr>
        <w:t xml:space="preserve"> </w:t>
      </w:r>
      <w:proofErr w:type="spellStart"/>
      <w:r w:rsidR="0065710F" w:rsidRPr="000F2469">
        <w:rPr>
          <w:rFonts w:eastAsia="FrutigerNextforEVN-Light"/>
          <w:lang w:eastAsia="bg-BG"/>
        </w:rPr>
        <w:t>договор</w:t>
      </w:r>
      <w:proofErr w:type="spellEnd"/>
      <w:r w:rsidR="0065710F" w:rsidRPr="000F2469">
        <w:rPr>
          <w:rFonts w:eastAsia="FrutigerNextforEVN-Light"/>
          <w:lang w:eastAsia="bg-BG"/>
        </w:rPr>
        <w:t xml:space="preserve"> с </w:t>
      </w:r>
      <w:proofErr w:type="spellStart"/>
      <w:r w:rsidR="0065710F" w:rsidRPr="000F2469">
        <w:rPr>
          <w:rFonts w:eastAsia="FrutigerNextforEVN-Light"/>
          <w:lang w:eastAsia="bg-BG"/>
        </w:rPr>
        <w:t>поне</w:t>
      </w:r>
      <w:proofErr w:type="spellEnd"/>
      <w:r w:rsidR="0065710F" w:rsidRPr="000F2469">
        <w:rPr>
          <w:rFonts w:eastAsia="FrutigerNextforEVN-Light"/>
          <w:lang w:eastAsia="bg-BG"/>
        </w:rPr>
        <w:t xml:space="preserve"> </w:t>
      </w:r>
      <w:proofErr w:type="spellStart"/>
      <w:r w:rsidR="0065710F" w:rsidRPr="000F2469">
        <w:rPr>
          <w:rFonts w:eastAsia="FrutigerNextforEVN-Light"/>
          <w:lang w:eastAsia="bg-BG"/>
        </w:rPr>
        <w:t>един</w:t>
      </w:r>
      <w:proofErr w:type="spellEnd"/>
      <w:r w:rsidR="0065710F" w:rsidRPr="000F2469">
        <w:rPr>
          <w:rFonts w:eastAsia="FrutigerNextforEVN-Light"/>
          <w:lang w:eastAsia="bg-BG"/>
        </w:rPr>
        <w:t xml:space="preserve"> </w:t>
      </w:r>
      <w:proofErr w:type="spellStart"/>
      <w:r w:rsidR="0065710F" w:rsidRPr="000F2469">
        <w:rPr>
          <w:rFonts w:eastAsia="FrutigerNextforEVN-Light"/>
          <w:lang w:eastAsia="bg-BG"/>
        </w:rPr>
        <w:t>търговски</w:t>
      </w:r>
      <w:proofErr w:type="spellEnd"/>
      <w:r w:rsidR="0065710F" w:rsidRPr="000F2469">
        <w:rPr>
          <w:rFonts w:eastAsia="FrutigerNextforEVN-Light"/>
          <w:lang w:eastAsia="bg-BG"/>
        </w:rPr>
        <w:t xml:space="preserve"> </w:t>
      </w:r>
      <w:proofErr w:type="spellStart"/>
      <w:r w:rsidR="0065710F" w:rsidRPr="000F2469">
        <w:rPr>
          <w:rFonts w:eastAsia="FrutigerNextforEVN-Light"/>
          <w:lang w:eastAsia="bg-BG"/>
        </w:rPr>
        <w:t>обект</w:t>
      </w:r>
      <w:proofErr w:type="spellEnd"/>
      <w:r w:rsidR="0065710F">
        <w:rPr>
          <w:lang w:val="bg-BG"/>
        </w:rPr>
        <w:t>;</w:t>
      </w:r>
    </w:p>
    <w:p w:rsidR="009A79F9" w:rsidRDefault="00D70C3E" w:rsidP="00F21FEE">
      <w:pPr>
        <w:pStyle w:val="Style1"/>
        <w:widowControl w:val="0"/>
        <w:tabs>
          <w:tab w:val="left" w:pos="709"/>
          <w:tab w:val="left" w:pos="993"/>
        </w:tabs>
        <w:spacing w:line="320" w:lineRule="exact"/>
        <w:ind w:firstLine="567"/>
        <w:rPr>
          <w:spacing w:val="53"/>
          <w:lang w:val="bg-BG"/>
        </w:rPr>
      </w:pPr>
      <w:r>
        <w:rPr>
          <w:lang w:val="bg-BG" w:eastAsia="bg-BG"/>
        </w:rPr>
        <w:t xml:space="preserve">II.3. </w:t>
      </w:r>
      <w:proofErr w:type="spellStart"/>
      <w:proofErr w:type="gramStart"/>
      <w:r w:rsidR="009A79F9" w:rsidRPr="001F2895">
        <w:t>Д</w:t>
      </w:r>
      <w:r w:rsidR="009A79F9" w:rsidRPr="001F2895">
        <w:rPr>
          <w:spacing w:val="-1"/>
        </w:rPr>
        <w:t>е</w:t>
      </w:r>
      <w:r w:rsidR="009A79F9" w:rsidRPr="001F2895">
        <w:rPr>
          <w:spacing w:val="1"/>
        </w:rPr>
        <w:t>к</w:t>
      </w:r>
      <w:r w:rsidR="009A79F9" w:rsidRPr="001F2895">
        <w:t>л</w:t>
      </w:r>
      <w:r w:rsidR="009A79F9" w:rsidRPr="001F2895">
        <w:rPr>
          <w:spacing w:val="-1"/>
        </w:rPr>
        <w:t>а</w:t>
      </w:r>
      <w:r w:rsidR="009A79F9" w:rsidRPr="001F2895">
        <w:t>р</w:t>
      </w:r>
      <w:r w:rsidR="009A79F9" w:rsidRPr="001F2895">
        <w:rPr>
          <w:spacing w:val="-1"/>
        </w:rPr>
        <w:t>а</w:t>
      </w:r>
      <w:r w:rsidR="009A79F9" w:rsidRPr="001F2895">
        <w:rPr>
          <w:spacing w:val="1"/>
        </w:rPr>
        <w:t>ци</w:t>
      </w:r>
      <w:r w:rsidR="009A79F9" w:rsidRPr="001F2895">
        <w:t>я</w:t>
      </w:r>
      <w:proofErr w:type="spellEnd"/>
      <w:r w:rsidR="009A79F9" w:rsidRPr="001F2895">
        <w:rPr>
          <w:spacing w:val="7"/>
        </w:rPr>
        <w:t xml:space="preserve"> </w:t>
      </w:r>
      <w:proofErr w:type="spellStart"/>
      <w:r w:rsidR="009A79F9" w:rsidRPr="001F2895">
        <w:t>за</w:t>
      </w:r>
      <w:proofErr w:type="spellEnd"/>
      <w:r w:rsidR="009A79F9" w:rsidRPr="001F2895">
        <w:t xml:space="preserve"> </w:t>
      </w:r>
      <w:proofErr w:type="spellStart"/>
      <w:r w:rsidR="009A79F9" w:rsidRPr="001F2895">
        <w:t>обстоятелстват</w:t>
      </w:r>
      <w:r w:rsidR="009A79F9">
        <w:t>а</w:t>
      </w:r>
      <w:proofErr w:type="spellEnd"/>
      <w:r w:rsidR="009A79F9">
        <w:t xml:space="preserve"> </w:t>
      </w:r>
      <w:proofErr w:type="spellStart"/>
      <w:r w:rsidR="009A79F9">
        <w:t>по</w:t>
      </w:r>
      <w:proofErr w:type="spellEnd"/>
      <w:r w:rsidR="009A79F9">
        <w:t xml:space="preserve"> </w:t>
      </w:r>
      <w:proofErr w:type="spellStart"/>
      <w:r w:rsidR="009A79F9">
        <w:t>чл</w:t>
      </w:r>
      <w:proofErr w:type="spellEnd"/>
      <w:r w:rsidR="009A79F9">
        <w:t>.</w:t>
      </w:r>
      <w:proofErr w:type="gramEnd"/>
      <w:r w:rsidR="009A79F9">
        <w:t xml:space="preserve"> </w:t>
      </w:r>
      <w:proofErr w:type="gramStart"/>
      <w:r w:rsidR="009A79F9">
        <w:t xml:space="preserve">39, </w:t>
      </w:r>
      <w:proofErr w:type="spellStart"/>
      <w:r w:rsidR="009A79F9">
        <w:t>ал</w:t>
      </w:r>
      <w:proofErr w:type="spellEnd"/>
      <w:r w:rsidR="009A79F9">
        <w:t>.</w:t>
      </w:r>
      <w:proofErr w:type="gramEnd"/>
      <w:r w:rsidR="009A79F9">
        <w:t xml:space="preserve"> </w:t>
      </w:r>
      <w:proofErr w:type="gramStart"/>
      <w:r w:rsidR="009A79F9">
        <w:t xml:space="preserve">3, т. 1, б. </w:t>
      </w:r>
      <w:r w:rsidR="00F2550D">
        <w:rPr>
          <w:lang w:val="bg-BG"/>
        </w:rPr>
        <w:t>в</w:t>
      </w:r>
      <w:r>
        <w:rPr>
          <w:lang w:val="bg-BG"/>
        </w:rPr>
        <w:t xml:space="preserve">), г) и </w:t>
      </w:r>
      <w:r w:rsidR="009A79F9">
        <w:rPr>
          <w:lang w:val="bg-BG"/>
        </w:rPr>
        <w:t>д</w:t>
      </w:r>
      <w:r w:rsidR="009A79F9">
        <w:t>)</w:t>
      </w:r>
      <w:r w:rsidR="009A79F9" w:rsidRPr="001F2895">
        <w:t xml:space="preserve"> </w:t>
      </w:r>
      <w:proofErr w:type="spellStart"/>
      <w:r w:rsidR="009A79F9" w:rsidRPr="001F2895">
        <w:t>от</w:t>
      </w:r>
      <w:proofErr w:type="spellEnd"/>
      <w:r w:rsidR="009A79F9" w:rsidRPr="001F2895">
        <w:t xml:space="preserve"> ППЗОП.</w:t>
      </w:r>
      <w:proofErr w:type="gramEnd"/>
      <w:r w:rsidR="009A79F9" w:rsidRPr="00BB589D">
        <w:rPr>
          <w:spacing w:val="53"/>
        </w:rPr>
        <w:t xml:space="preserve"> </w:t>
      </w:r>
    </w:p>
    <w:p w:rsidR="009A79F9" w:rsidRDefault="009A79F9" w:rsidP="00F21FEE">
      <w:pPr>
        <w:pStyle w:val="Style1"/>
        <w:widowControl w:val="0"/>
        <w:tabs>
          <w:tab w:val="left" w:pos="709"/>
          <w:tab w:val="left" w:pos="993"/>
        </w:tabs>
        <w:spacing w:line="320" w:lineRule="exact"/>
        <w:ind w:firstLine="567"/>
        <w:rPr>
          <w:lang w:val="bg-BG"/>
        </w:rPr>
      </w:pPr>
      <w:r>
        <w:rPr>
          <w:lang w:val="bg-BG" w:eastAsia="bg-BG"/>
        </w:rPr>
        <w:t>II.4.</w:t>
      </w:r>
      <w:r w:rsidRPr="001773F6">
        <w:rPr>
          <w:lang w:val="bg-BG" w:eastAsia="bg-BG"/>
        </w:rPr>
        <w:t xml:space="preserve"> </w:t>
      </w:r>
      <w:proofErr w:type="spellStart"/>
      <w:r w:rsidRPr="00BB589D">
        <w:t>Друга</w:t>
      </w:r>
      <w:proofErr w:type="spellEnd"/>
      <w:r w:rsidRPr="00BB589D">
        <w:t xml:space="preserve"> </w:t>
      </w:r>
      <w:proofErr w:type="spellStart"/>
      <w:r w:rsidRPr="00BB589D">
        <w:t>информация</w:t>
      </w:r>
      <w:proofErr w:type="spellEnd"/>
      <w:r w:rsidRPr="00BB589D">
        <w:t xml:space="preserve">, </w:t>
      </w:r>
      <w:proofErr w:type="spellStart"/>
      <w:r w:rsidRPr="00BB589D">
        <w:t>която</w:t>
      </w:r>
      <w:proofErr w:type="spellEnd"/>
      <w:r w:rsidRPr="00BB589D">
        <w:t xml:space="preserve"> </w:t>
      </w:r>
      <w:proofErr w:type="spellStart"/>
      <w:r w:rsidRPr="00BB589D">
        <w:t>Участникът</w:t>
      </w:r>
      <w:proofErr w:type="spellEnd"/>
      <w:r w:rsidRPr="00BB589D">
        <w:t xml:space="preserve"> </w:t>
      </w:r>
      <w:proofErr w:type="spellStart"/>
      <w:r w:rsidRPr="00BB589D">
        <w:t>смята</w:t>
      </w:r>
      <w:proofErr w:type="spellEnd"/>
      <w:r w:rsidRPr="00BB589D">
        <w:t xml:space="preserve"> </w:t>
      </w:r>
      <w:proofErr w:type="spellStart"/>
      <w:r w:rsidRPr="00BB589D">
        <w:t>за</w:t>
      </w:r>
      <w:proofErr w:type="spellEnd"/>
      <w:r w:rsidRPr="00BB589D">
        <w:t xml:space="preserve"> </w:t>
      </w:r>
      <w:proofErr w:type="spellStart"/>
      <w:r w:rsidRPr="00BB589D">
        <w:t>необходимо</w:t>
      </w:r>
      <w:proofErr w:type="spellEnd"/>
      <w:r w:rsidRPr="00BB589D">
        <w:t xml:space="preserve"> </w:t>
      </w:r>
      <w:proofErr w:type="spellStart"/>
      <w:r w:rsidRPr="00BB589D">
        <w:t>да</w:t>
      </w:r>
      <w:proofErr w:type="spellEnd"/>
      <w:r w:rsidRPr="00BB589D">
        <w:t xml:space="preserve"> </w:t>
      </w:r>
      <w:proofErr w:type="spellStart"/>
      <w:r w:rsidRPr="00BB589D">
        <w:t>представи</w:t>
      </w:r>
      <w:proofErr w:type="spellEnd"/>
      <w:r w:rsidRPr="001773F6">
        <w:rPr>
          <w:lang w:val="bg-BG"/>
        </w:rPr>
        <w:t xml:space="preserve"> </w:t>
      </w:r>
    </w:p>
    <w:p w:rsidR="00CE53AB" w:rsidRPr="00A55E45" w:rsidRDefault="00CE53AB" w:rsidP="00F21FEE">
      <w:pPr>
        <w:pStyle w:val="Style1"/>
        <w:widowControl w:val="0"/>
        <w:tabs>
          <w:tab w:val="left" w:pos="600"/>
          <w:tab w:val="left" w:pos="993"/>
        </w:tabs>
        <w:spacing w:line="320" w:lineRule="exact"/>
        <w:ind w:firstLine="567"/>
        <w:rPr>
          <w:lang w:val="bg-BG"/>
        </w:rPr>
      </w:pPr>
    </w:p>
    <w:bookmarkEnd w:id="0"/>
    <w:p w:rsidR="00CE53AB" w:rsidRPr="00A55E45" w:rsidRDefault="00CE53AB" w:rsidP="00F21FEE">
      <w:pPr>
        <w:widowControl w:val="0"/>
        <w:numPr>
          <w:ilvl w:val="0"/>
          <w:numId w:val="3"/>
        </w:numPr>
        <w:tabs>
          <w:tab w:val="clear" w:pos="1080"/>
          <w:tab w:val="num" w:pos="576"/>
          <w:tab w:val="left" w:pos="993"/>
        </w:tabs>
        <w:spacing w:line="320" w:lineRule="exact"/>
        <w:ind w:left="0" w:firstLine="567"/>
        <w:jc w:val="both"/>
        <w:rPr>
          <w:b/>
          <w:bCs/>
          <w:lang w:val="bg-BG"/>
        </w:rPr>
      </w:pPr>
      <w:r w:rsidRPr="00A55E45">
        <w:rPr>
          <w:b/>
          <w:bCs/>
          <w:lang w:val="bg-BG"/>
        </w:rPr>
        <w:t>Ценово предложение</w:t>
      </w:r>
    </w:p>
    <w:p w:rsidR="00480DD1" w:rsidRPr="00A55E45" w:rsidRDefault="00480DD1" w:rsidP="00F21FEE">
      <w:pPr>
        <w:tabs>
          <w:tab w:val="left" w:pos="567"/>
          <w:tab w:val="left" w:pos="993"/>
        </w:tabs>
        <w:spacing w:line="320" w:lineRule="exact"/>
        <w:ind w:firstLine="567"/>
        <w:rPr>
          <w:bCs/>
          <w:lang w:val="bg-BG"/>
        </w:rPr>
      </w:pPr>
      <w:r w:rsidRPr="00A55E45">
        <w:rPr>
          <w:lang w:val="bg-BG"/>
        </w:rPr>
        <w:t>III.1.</w:t>
      </w:r>
      <w:r w:rsidRPr="00A55E45">
        <w:rPr>
          <w:b/>
          <w:lang w:val="bg-BG"/>
        </w:rPr>
        <w:t xml:space="preserve">  </w:t>
      </w:r>
      <w:r w:rsidRPr="00A55E45">
        <w:rPr>
          <w:bCs/>
          <w:color w:val="000000"/>
          <w:szCs w:val="22"/>
          <w:lang w:val="bg-BG"/>
        </w:rPr>
        <w:t>Предлагана цена</w:t>
      </w:r>
      <w:r w:rsidRPr="00A55E45">
        <w:rPr>
          <w:bCs/>
          <w:lang w:val="bg-BG"/>
        </w:rPr>
        <w:t xml:space="preserve"> по приложен образец</w:t>
      </w:r>
      <w:r w:rsidRPr="00A55E45">
        <w:rPr>
          <w:bCs/>
          <w:color w:val="000000"/>
          <w:szCs w:val="22"/>
          <w:lang w:val="bg-BG"/>
        </w:rPr>
        <w:t>;</w:t>
      </w:r>
    </w:p>
    <w:p w:rsidR="00CE53AB" w:rsidRPr="00A55E45" w:rsidRDefault="00E676F0" w:rsidP="00F21FEE">
      <w:pPr>
        <w:pStyle w:val="Heading2"/>
        <w:tabs>
          <w:tab w:val="left" w:pos="426"/>
          <w:tab w:val="left" w:pos="993"/>
        </w:tabs>
        <w:spacing w:line="320" w:lineRule="exact"/>
        <w:ind w:left="0" w:firstLine="567"/>
        <w:jc w:val="both"/>
        <w:rPr>
          <w:b w:val="0"/>
        </w:rPr>
      </w:pPr>
      <w:smartTag w:uri="urn:schemas-microsoft-com:office:smarttags" w:element="stockticker">
        <w:r w:rsidRPr="00A55E45">
          <w:rPr>
            <w:b w:val="0"/>
          </w:rPr>
          <w:t>III</w:t>
        </w:r>
      </w:smartTag>
      <w:r w:rsidRPr="00A55E45">
        <w:rPr>
          <w:b w:val="0"/>
        </w:rPr>
        <w:t>.</w:t>
      </w:r>
      <w:r w:rsidR="00480DD1" w:rsidRPr="00A55E45">
        <w:rPr>
          <w:b w:val="0"/>
        </w:rPr>
        <w:t>2</w:t>
      </w:r>
      <w:r w:rsidRPr="00A55E45">
        <w:rPr>
          <w:b w:val="0"/>
        </w:rPr>
        <w:t>.</w:t>
      </w:r>
      <w:r w:rsidR="00480DD1" w:rsidRPr="00A55E45">
        <w:rPr>
          <w:b w:val="0"/>
        </w:rPr>
        <w:t xml:space="preserve"> </w:t>
      </w:r>
      <w:r w:rsidR="00CE53AB" w:rsidRPr="00A55E45">
        <w:rPr>
          <w:b w:val="0"/>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CE53AB" w:rsidRPr="00A55E45">
        <w:rPr>
          <w:b w:val="0"/>
          <w:spacing w:val="3"/>
        </w:rPr>
        <w:t>.</w:t>
      </w:r>
    </w:p>
    <w:p w:rsidR="00CE53AB" w:rsidRPr="00A55E45" w:rsidRDefault="00CE53AB" w:rsidP="00F21FEE">
      <w:pPr>
        <w:widowControl w:val="0"/>
        <w:spacing w:line="320" w:lineRule="exact"/>
        <w:rPr>
          <w:b/>
          <w:bCs/>
          <w:u w:val="single"/>
          <w:lang w:val="bg-BG"/>
        </w:rPr>
      </w:pPr>
    </w:p>
    <w:p w:rsidR="00CE53AB" w:rsidRDefault="00CE53AB" w:rsidP="00F21FEE">
      <w:pPr>
        <w:widowControl w:val="0"/>
        <w:spacing w:line="320" w:lineRule="exact"/>
        <w:rPr>
          <w:b/>
          <w:bCs/>
          <w:u w:val="single"/>
          <w:lang w:val="bg-BG"/>
        </w:rPr>
      </w:pPr>
      <w:r w:rsidRPr="00A55E45">
        <w:rPr>
          <w:b/>
          <w:bCs/>
          <w:u w:val="single"/>
          <w:lang w:val="bg-BG"/>
        </w:rPr>
        <w:t>ПОДПИС и ПЕЧАТ:</w:t>
      </w:r>
    </w:p>
    <w:p w:rsidR="00CE53AB" w:rsidRPr="00A55E45" w:rsidRDefault="00CE53AB" w:rsidP="00F21FEE">
      <w:pPr>
        <w:pStyle w:val="BodyText"/>
        <w:widowControl w:val="0"/>
        <w:spacing w:line="320" w:lineRule="exact"/>
      </w:pPr>
      <w:r w:rsidRPr="00A55E45">
        <w:t>______________________ (име и фамилия)</w:t>
      </w:r>
    </w:p>
    <w:p w:rsidR="00CE53AB" w:rsidRPr="00A55E45" w:rsidRDefault="00CE53AB" w:rsidP="00F21FEE">
      <w:pPr>
        <w:pStyle w:val="BodyText"/>
        <w:widowControl w:val="0"/>
        <w:spacing w:line="320" w:lineRule="exact"/>
        <w:ind w:left="567"/>
      </w:pPr>
    </w:p>
    <w:p w:rsidR="00CE53AB" w:rsidRPr="00A55E45" w:rsidRDefault="00CE53AB" w:rsidP="00F21FEE">
      <w:pPr>
        <w:pStyle w:val="BodyText"/>
        <w:widowControl w:val="0"/>
        <w:spacing w:line="320" w:lineRule="exact"/>
      </w:pPr>
      <w:r w:rsidRPr="00A55E45">
        <w:t>______________________ (дата)</w:t>
      </w:r>
    </w:p>
    <w:p w:rsidR="00CE53AB" w:rsidRPr="00A55E45" w:rsidRDefault="00CE53AB" w:rsidP="00F21FEE">
      <w:pPr>
        <w:pStyle w:val="BodyText"/>
        <w:widowControl w:val="0"/>
        <w:spacing w:line="320" w:lineRule="exact"/>
        <w:ind w:left="567"/>
      </w:pPr>
    </w:p>
    <w:p w:rsidR="00CE53AB" w:rsidRPr="00A55E45" w:rsidRDefault="00CE53AB" w:rsidP="00F21FEE">
      <w:pPr>
        <w:pStyle w:val="BodyText"/>
        <w:widowControl w:val="0"/>
        <w:spacing w:line="320" w:lineRule="exact"/>
      </w:pPr>
      <w:r w:rsidRPr="00A55E45">
        <w:t>______________________ (длъжност на управляващия/представляващия участника)</w:t>
      </w:r>
    </w:p>
    <w:p w:rsidR="00CE53AB" w:rsidRPr="00A55E45" w:rsidRDefault="00CE53AB" w:rsidP="00F21FEE">
      <w:pPr>
        <w:pStyle w:val="BodyText"/>
        <w:widowControl w:val="0"/>
        <w:spacing w:line="320" w:lineRule="exact"/>
        <w:ind w:left="3366"/>
      </w:pPr>
    </w:p>
    <w:p w:rsidR="00686446" w:rsidRDefault="00CE53AB" w:rsidP="00F21FEE">
      <w:pPr>
        <w:pStyle w:val="BodyText"/>
        <w:widowControl w:val="0"/>
        <w:spacing w:line="320" w:lineRule="exact"/>
        <w:jc w:val="left"/>
      </w:pPr>
      <w:r w:rsidRPr="00A55E45">
        <w:t>______________________ (наименование на участника)</w:t>
      </w:r>
    </w:p>
    <w:p w:rsidR="001C2515" w:rsidRDefault="001C2515" w:rsidP="00F21FEE">
      <w:pPr>
        <w:pStyle w:val="BodyText"/>
        <w:widowControl w:val="0"/>
        <w:spacing w:line="320" w:lineRule="exact"/>
        <w:jc w:val="left"/>
        <w:sectPr w:rsidR="001C2515" w:rsidSect="00665151">
          <w:headerReference w:type="first" r:id="rId8"/>
          <w:pgSz w:w="11906" w:h="16838" w:code="9"/>
          <w:pgMar w:top="1524" w:right="924" w:bottom="1418" w:left="1418" w:header="567" w:footer="420" w:gutter="0"/>
          <w:pgNumType w:start="1"/>
          <w:cols w:space="708"/>
          <w:titlePg/>
          <w:docGrid w:linePitch="360"/>
        </w:sectPr>
      </w:pPr>
    </w:p>
    <w:p w:rsidR="007F65E6" w:rsidRPr="00A55E45" w:rsidRDefault="007F65E6" w:rsidP="00F21FEE">
      <w:pPr>
        <w:pStyle w:val="Heading4"/>
        <w:spacing w:line="320" w:lineRule="exact"/>
      </w:pPr>
      <w:r w:rsidRPr="00A55E45">
        <w:lastRenderedPageBreak/>
        <w:t>ОБРАЗЕЦ по т.</w:t>
      </w:r>
      <w:r w:rsidRPr="001113EF">
        <w:rPr>
          <w:lang w:val="en-US"/>
        </w:rPr>
        <w:t xml:space="preserve"> </w:t>
      </w:r>
      <w:r>
        <w:rPr>
          <w:lang w:val="en-US"/>
        </w:rPr>
        <w:t>II</w:t>
      </w:r>
      <w:r>
        <w:t>.</w:t>
      </w:r>
      <w:r w:rsidR="00D70C3E">
        <w:t>2.4</w:t>
      </w:r>
      <w:r w:rsidRPr="00A55E45">
        <w:t>. към офертата</w:t>
      </w:r>
    </w:p>
    <w:p w:rsidR="007F65E6" w:rsidRPr="00A55E45" w:rsidRDefault="007F65E6" w:rsidP="00F21FEE">
      <w:pPr>
        <w:pStyle w:val="Heading1"/>
        <w:spacing w:line="320" w:lineRule="exact"/>
        <w:rPr>
          <w:b w:val="0"/>
        </w:rPr>
      </w:pPr>
      <w:r w:rsidRPr="00A55E45">
        <w:rPr>
          <w:b w:val="0"/>
        </w:rPr>
        <w:t>_______________________________________________________________________________</w:t>
      </w:r>
    </w:p>
    <w:p w:rsidR="007F65E6" w:rsidRPr="00A55E45" w:rsidRDefault="007F65E6" w:rsidP="00F21FEE">
      <w:pPr>
        <w:pStyle w:val="Heading1"/>
        <w:spacing w:line="320" w:lineRule="exact"/>
        <w:rPr>
          <w:b w:val="0"/>
          <w:bCs w:val="0"/>
          <w:u w:val="none"/>
        </w:rPr>
      </w:pPr>
      <w:r w:rsidRPr="00A55E45">
        <w:rPr>
          <w:b w:val="0"/>
          <w:bCs w:val="0"/>
          <w:u w:val="none"/>
        </w:rPr>
        <w:t>/пълно наименование на участника, търговски адрес, телефон и факс, ЕИК  и ИН по ЗДДС/</w:t>
      </w:r>
    </w:p>
    <w:p w:rsidR="007B4E1C" w:rsidRPr="007B4E1C" w:rsidRDefault="007B4E1C" w:rsidP="00F21FEE">
      <w:pPr>
        <w:spacing w:line="320" w:lineRule="exact"/>
        <w:rPr>
          <w:lang w:val="en-US"/>
        </w:rPr>
      </w:pPr>
    </w:p>
    <w:p w:rsidR="00CC267F" w:rsidRDefault="00CC267F" w:rsidP="00F21FEE">
      <w:pPr>
        <w:spacing w:line="320" w:lineRule="exact"/>
        <w:rPr>
          <w:rFonts w:eastAsia="FrutigerNextforEVN-Light"/>
          <w:lang w:val="bg-BG" w:eastAsia="bg-BG"/>
        </w:rPr>
      </w:pPr>
    </w:p>
    <w:p w:rsidR="00591F0B" w:rsidRPr="000F2469" w:rsidRDefault="00591F0B" w:rsidP="00F21FEE">
      <w:pPr>
        <w:spacing w:line="320" w:lineRule="exact"/>
        <w:jc w:val="both"/>
        <w:rPr>
          <w:rFonts w:eastAsia="FrutigerNextforEVN-Light"/>
          <w:lang w:eastAsia="bg-BG"/>
        </w:rPr>
      </w:pPr>
      <w:proofErr w:type="gramStart"/>
      <w:r w:rsidRPr="000F2469">
        <w:rPr>
          <w:rFonts w:eastAsia="FrutigerNextforEVN-Light"/>
          <w:lang w:val="en-US" w:eastAsia="bg-BG"/>
        </w:rPr>
        <w:t>“</w:t>
      </w:r>
      <w:proofErr w:type="spellStart"/>
      <w:r w:rsidR="00735CB5">
        <w:rPr>
          <w:rFonts w:eastAsia="FrutigerNextforEVN-Light"/>
          <w:lang w:eastAsia="bg-BG"/>
        </w:rPr>
        <w:t>Списък</w:t>
      </w:r>
      <w:proofErr w:type="spellEnd"/>
      <w:r w:rsidR="00735CB5">
        <w:rPr>
          <w:rFonts w:eastAsia="FrutigerNextforEVN-Light"/>
          <w:lang w:eastAsia="bg-BG"/>
        </w:rPr>
        <w:t xml:space="preserve"> с </w:t>
      </w:r>
      <w:proofErr w:type="spellStart"/>
      <w:r w:rsidR="00735CB5">
        <w:rPr>
          <w:rFonts w:eastAsia="FrutigerNextforEVN-Light"/>
          <w:lang w:eastAsia="bg-BG"/>
        </w:rPr>
        <w:t>населените</w:t>
      </w:r>
      <w:proofErr w:type="spellEnd"/>
      <w:r w:rsidR="00735CB5">
        <w:rPr>
          <w:rFonts w:eastAsia="FrutigerNextforEVN-Light"/>
          <w:lang w:eastAsia="bg-BG"/>
        </w:rPr>
        <w:t xml:space="preserve"> </w:t>
      </w:r>
      <w:proofErr w:type="spellStart"/>
      <w:r w:rsidR="00735CB5">
        <w:rPr>
          <w:rFonts w:eastAsia="FrutigerNextforEVN-Light"/>
          <w:lang w:eastAsia="bg-BG"/>
        </w:rPr>
        <w:t>места</w:t>
      </w:r>
      <w:proofErr w:type="spellEnd"/>
      <w:r w:rsidR="00735CB5">
        <w:rPr>
          <w:rFonts w:eastAsia="FrutigerNextforEVN-Light"/>
          <w:lang w:val="bg-BG" w:eastAsia="bg-BG"/>
        </w:rPr>
        <w:t xml:space="preserve"> </w:t>
      </w:r>
      <w:r w:rsidRPr="000F2469">
        <w:rPr>
          <w:rFonts w:eastAsia="FrutigerNextforEVN-Light"/>
          <w:lang w:eastAsia="bg-BG"/>
        </w:rPr>
        <w:t xml:space="preserve">на </w:t>
      </w:r>
      <w:proofErr w:type="spellStart"/>
      <w:r w:rsidRPr="000F2469">
        <w:rPr>
          <w:rFonts w:eastAsia="FrutigerNextforEVN-Light"/>
          <w:lang w:eastAsia="bg-BG"/>
        </w:rPr>
        <w:t>територията</w:t>
      </w:r>
      <w:proofErr w:type="spellEnd"/>
      <w:r w:rsidRPr="000F2469">
        <w:rPr>
          <w:rFonts w:eastAsia="FrutigerNextforEVN-Light"/>
          <w:lang w:eastAsia="bg-BG"/>
        </w:rPr>
        <w:t xml:space="preserve"> на </w:t>
      </w:r>
      <w:proofErr w:type="spellStart"/>
      <w:r w:rsidRPr="000F2469">
        <w:t>община</w:t>
      </w:r>
      <w:proofErr w:type="spellEnd"/>
      <w:r w:rsidRPr="000F2469">
        <w:t xml:space="preserve"> </w:t>
      </w:r>
      <w:proofErr w:type="spellStart"/>
      <w:r w:rsidRPr="000F2469">
        <w:t>Козлодуй</w:t>
      </w:r>
      <w:proofErr w:type="spellEnd"/>
      <w:r w:rsidRPr="000F2469">
        <w:t xml:space="preserve"> (</w:t>
      </w:r>
      <w:proofErr w:type="spellStart"/>
      <w:r w:rsidRPr="000F2469">
        <w:t>гр</w:t>
      </w:r>
      <w:proofErr w:type="spellEnd"/>
      <w:r w:rsidRPr="000F2469">
        <w:t>.</w:t>
      </w:r>
      <w:proofErr w:type="gramEnd"/>
      <w:r w:rsidRPr="000F2469">
        <w:t xml:space="preserve"> </w:t>
      </w:r>
      <w:proofErr w:type="spellStart"/>
      <w:proofErr w:type="gramStart"/>
      <w:r w:rsidRPr="000F2469">
        <w:t>Козлодуй</w:t>
      </w:r>
      <w:proofErr w:type="spellEnd"/>
      <w:r w:rsidRPr="000F2469">
        <w:t xml:space="preserve">, с. </w:t>
      </w:r>
      <w:proofErr w:type="spellStart"/>
      <w:r w:rsidRPr="000F2469">
        <w:t>Хърлец</w:t>
      </w:r>
      <w:proofErr w:type="spellEnd"/>
      <w:r w:rsidRPr="000F2469">
        <w:t xml:space="preserve">, с. </w:t>
      </w:r>
      <w:proofErr w:type="spellStart"/>
      <w:r w:rsidRPr="000F2469">
        <w:t>Гложене</w:t>
      </w:r>
      <w:proofErr w:type="spellEnd"/>
      <w:r w:rsidRPr="000F2469">
        <w:t xml:space="preserve">, с. </w:t>
      </w:r>
      <w:proofErr w:type="spellStart"/>
      <w:r w:rsidRPr="000F2469">
        <w:t>Крива</w:t>
      </w:r>
      <w:proofErr w:type="spellEnd"/>
      <w:r w:rsidRPr="000F2469">
        <w:t xml:space="preserve"> </w:t>
      </w:r>
      <w:proofErr w:type="spellStart"/>
      <w:r w:rsidRPr="000F2469">
        <w:t>Бара</w:t>
      </w:r>
      <w:proofErr w:type="spellEnd"/>
      <w:r w:rsidRPr="000F2469">
        <w:t xml:space="preserve"> и </w:t>
      </w:r>
      <w:proofErr w:type="spellStart"/>
      <w:r w:rsidRPr="000F2469">
        <w:t>с.Бутан</w:t>
      </w:r>
      <w:proofErr w:type="spellEnd"/>
      <w:r w:rsidRPr="000F2469">
        <w:t xml:space="preserve">) и </w:t>
      </w:r>
      <w:proofErr w:type="spellStart"/>
      <w:r w:rsidRPr="000F2469">
        <w:t>районите</w:t>
      </w:r>
      <w:proofErr w:type="spellEnd"/>
      <w:r w:rsidRPr="000F2469">
        <w:t xml:space="preserve"> на </w:t>
      </w:r>
      <w:proofErr w:type="spellStart"/>
      <w:r w:rsidRPr="000F2469">
        <w:t>общини</w:t>
      </w:r>
      <w:proofErr w:type="spellEnd"/>
      <w:r w:rsidRPr="000F2469">
        <w:t xml:space="preserve"> </w:t>
      </w:r>
      <w:proofErr w:type="spellStart"/>
      <w:r w:rsidRPr="000F2469">
        <w:t>Оряхово</w:t>
      </w:r>
      <w:proofErr w:type="spellEnd"/>
      <w:r w:rsidRPr="000F2469">
        <w:t xml:space="preserve">, </w:t>
      </w:r>
      <w:proofErr w:type="spellStart"/>
      <w:r w:rsidRPr="000F2469">
        <w:t>Мизия</w:t>
      </w:r>
      <w:proofErr w:type="spellEnd"/>
      <w:r w:rsidRPr="000F2469">
        <w:t xml:space="preserve">, </w:t>
      </w:r>
      <w:proofErr w:type="spellStart"/>
      <w:r w:rsidRPr="000F2469">
        <w:t>Лом</w:t>
      </w:r>
      <w:proofErr w:type="spellEnd"/>
      <w:r w:rsidRPr="000F2469">
        <w:t xml:space="preserve">, </w:t>
      </w:r>
      <w:proofErr w:type="spellStart"/>
      <w:r w:rsidRPr="000F2469">
        <w:t>Хайредин</w:t>
      </w:r>
      <w:proofErr w:type="spellEnd"/>
      <w:r w:rsidRPr="000F2469">
        <w:t xml:space="preserve">, </w:t>
      </w:r>
      <w:proofErr w:type="spellStart"/>
      <w:r w:rsidRPr="000F2469">
        <w:t>Кнежа</w:t>
      </w:r>
      <w:proofErr w:type="spellEnd"/>
      <w:r w:rsidRPr="000F2469">
        <w:t xml:space="preserve">, </w:t>
      </w:r>
      <w:proofErr w:type="spellStart"/>
      <w:r w:rsidRPr="000F2469">
        <w:t>Бяла</w:t>
      </w:r>
      <w:proofErr w:type="spellEnd"/>
      <w:r w:rsidRPr="000F2469">
        <w:t xml:space="preserve"> </w:t>
      </w:r>
      <w:proofErr w:type="spellStart"/>
      <w:r w:rsidRPr="000F2469">
        <w:t>Слатина</w:t>
      </w:r>
      <w:proofErr w:type="spellEnd"/>
      <w:r w:rsidRPr="000F2469">
        <w:t xml:space="preserve">, </w:t>
      </w:r>
      <w:proofErr w:type="spellStart"/>
      <w:r w:rsidRPr="000F2469">
        <w:t>Враца</w:t>
      </w:r>
      <w:proofErr w:type="spellEnd"/>
      <w:r w:rsidRPr="000F2469">
        <w:t xml:space="preserve"> и </w:t>
      </w:r>
      <w:proofErr w:type="spellStart"/>
      <w:r w:rsidRPr="000F2469">
        <w:t>населените</w:t>
      </w:r>
      <w:proofErr w:type="spellEnd"/>
      <w:r w:rsidRPr="000F2469">
        <w:t xml:space="preserve"> </w:t>
      </w:r>
      <w:proofErr w:type="spellStart"/>
      <w:r w:rsidRPr="000F2469">
        <w:t>места</w:t>
      </w:r>
      <w:proofErr w:type="spellEnd"/>
      <w:r w:rsidRPr="000F2469">
        <w:t xml:space="preserve"> на </w:t>
      </w:r>
      <w:proofErr w:type="spellStart"/>
      <w:r w:rsidRPr="000F2469">
        <w:t>териториите</w:t>
      </w:r>
      <w:proofErr w:type="spellEnd"/>
      <w:r w:rsidRPr="000F2469">
        <w:t xml:space="preserve"> на </w:t>
      </w:r>
      <w:proofErr w:type="spellStart"/>
      <w:r w:rsidRPr="000F2469">
        <w:t>общините</w:t>
      </w:r>
      <w:proofErr w:type="spellEnd"/>
      <w:r w:rsidRPr="000F2469">
        <w:t xml:space="preserve"> </w:t>
      </w:r>
      <w:proofErr w:type="spellStart"/>
      <w:r w:rsidRPr="000F2469">
        <w:t>им</w:t>
      </w:r>
      <w:proofErr w:type="spellEnd"/>
      <w:r w:rsidRPr="000F2469">
        <w:rPr>
          <w:rFonts w:eastAsia="FrutigerNextforEVN-Light"/>
          <w:lang w:eastAsia="bg-BG"/>
        </w:rPr>
        <w:t xml:space="preserve">, в </w:t>
      </w:r>
      <w:proofErr w:type="spellStart"/>
      <w:r w:rsidRPr="000F2469">
        <w:rPr>
          <w:rFonts w:eastAsia="FrutigerNextforEVN-Light"/>
          <w:lang w:eastAsia="bg-BG"/>
        </w:rPr>
        <w:t>които</w:t>
      </w:r>
      <w:proofErr w:type="spellEnd"/>
      <w:r w:rsidRPr="000F2469">
        <w:rPr>
          <w:rFonts w:eastAsia="FrutigerNextforEVN-Light"/>
          <w:lang w:eastAsia="bg-BG"/>
        </w:rPr>
        <w:t xml:space="preserve"> е </w:t>
      </w:r>
      <w:proofErr w:type="spellStart"/>
      <w:r w:rsidRPr="000F2469">
        <w:rPr>
          <w:rFonts w:eastAsia="FrutigerNextforEVN-Light"/>
          <w:lang w:eastAsia="bg-BG"/>
        </w:rPr>
        <w:t>задължително</w:t>
      </w:r>
      <w:proofErr w:type="spellEnd"/>
      <w:r w:rsidRPr="000F2469">
        <w:rPr>
          <w:rFonts w:eastAsia="FrutigerNextforEVN-Light"/>
          <w:lang w:eastAsia="bg-BG"/>
        </w:rPr>
        <w:t xml:space="preserve"> </w:t>
      </w:r>
      <w:proofErr w:type="spellStart"/>
      <w:r w:rsidRPr="000F2469">
        <w:rPr>
          <w:rFonts w:eastAsia="FrutigerNextforEVN-Light"/>
          <w:lang w:eastAsia="bg-BG"/>
        </w:rPr>
        <w:t>да</w:t>
      </w:r>
      <w:proofErr w:type="spellEnd"/>
      <w:r w:rsidRPr="000F2469">
        <w:rPr>
          <w:rFonts w:eastAsia="FrutigerNextforEVN-Light"/>
          <w:lang w:eastAsia="bg-BG"/>
        </w:rPr>
        <w:t xml:space="preserve"> </w:t>
      </w:r>
      <w:proofErr w:type="spellStart"/>
      <w:r w:rsidRPr="000F2469">
        <w:rPr>
          <w:rFonts w:eastAsia="FrutigerNextforEVN-Light"/>
          <w:lang w:eastAsia="bg-BG"/>
        </w:rPr>
        <w:t>има</w:t>
      </w:r>
      <w:proofErr w:type="spellEnd"/>
      <w:r w:rsidRPr="000F2469">
        <w:rPr>
          <w:rFonts w:eastAsia="FrutigerNextforEVN-Light"/>
          <w:lang w:eastAsia="bg-BG"/>
        </w:rPr>
        <w:t xml:space="preserve"> </w:t>
      </w:r>
      <w:proofErr w:type="spellStart"/>
      <w:r w:rsidRPr="000F2469">
        <w:rPr>
          <w:rFonts w:eastAsia="FrutigerNextforEVN-Light"/>
          <w:lang w:eastAsia="bg-BG"/>
        </w:rPr>
        <w:t>сключен</w:t>
      </w:r>
      <w:proofErr w:type="spellEnd"/>
      <w:r w:rsidRPr="000F2469">
        <w:rPr>
          <w:rFonts w:eastAsia="FrutigerNextforEVN-Light"/>
          <w:lang w:eastAsia="bg-BG"/>
        </w:rPr>
        <w:t xml:space="preserve"> </w:t>
      </w:r>
      <w:proofErr w:type="spellStart"/>
      <w:r w:rsidRPr="000F2469">
        <w:rPr>
          <w:rFonts w:eastAsia="FrutigerNextforEVN-Light"/>
          <w:lang w:eastAsia="bg-BG"/>
        </w:rPr>
        <w:t>договор</w:t>
      </w:r>
      <w:proofErr w:type="spellEnd"/>
      <w:r w:rsidRPr="000F2469">
        <w:rPr>
          <w:rFonts w:eastAsia="FrutigerNextforEVN-Light"/>
          <w:lang w:eastAsia="bg-BG"/>
        </w:rPr>
        <w:t xml:space="preserve"> с </w:t>
      </w:r>
      <w:proofErr w:type="spellStart"/>
      <w:r w:rsidRPr="000F2469">
        <w:rPr>
          <w:rFonts w:eastAsia="FrutigerNextforEVN-Light"/>
          <w:lang w:eastAsia="bg-BG"/>
        </w:rPr>
        <w:t>поне</w:t>
      </w:r>
      <w:proofErr w:type="spellEnd"/>
      <w:r w:rsidRPr="000F2469">
        <w:rPr>
          <w:rFonts w:eastAsia="FrutigerNextforEVN-Light"/>
          <w:lang w:eastAsia="bg-BG"/>
        </w:rPr>
        <w:t xml:space="preserve"> </w:t>
      </w:r>
      <w:proofErr w:type="spellStart"/>
      <w:r w:rsidRPr="000F2469">
        <w:rPr>
          <w:rFonts w:eastAsia="FrutigerNextforEVN-Light"/>
          <w:lang w:eastAsia="bg-BG"/>
        </w:rPr>
        <w:t>един</w:t>
      </w:r>
      <w:proofErr w:type="spellEnd"/>
      <w:r w:rsidRPr="000F2469">
        <w:rPr>
          <w:rFonts w:eastAsia="FrutigerNextforEVN-Light"/>
          <w:lang w:eastAsia="bg-BG"/>
        </w:rPr>
        <w:t xml:space="preserve"> </w:t>
      </w:r>
      <w:proofErr w:type="spellStart"/>
      <w:r w:rsidRPr="000F2469">
        <w:rPr>
          <w:rFonts w:eastAsia="FrutigerNextforEVN-Light"/>
          <w:lang w:eastAsia="bg-BG"/>
        </w:rPr>
        <w:t>търговски</w:t>
      </w:r>
      <w:proofErr w:type="spellEnd"/>
      <w:r w:rsidRPr="000F2469">
        <w:rPr>
          <w:rFonts w:eastAsia="FrutigerNextforEVN-Light"/>
          <w:lang w:eastAsia="bg-BG"/>
        </w:rPr>
        <w:t xml:space="preserve"> </w:t>
      </w:r>
      <w:proofErr w:type="spellStart"/>
      <w:r w:rsidRPr="000F2469">
        <w:rPr>
          <w:rFonts w:eastAsia="FrutigerNextforEVN-Light"/>
          <w:lang w:eastAsia="bg-BG"/>
        </w:rPr>
        <w:t>обект</w:t>
      </w:r>
      <w:proofErr w:type="spellEnd"/>
      <w:r w:rsidRPr="000F2469">
        <w:rPr>
          <w:rFonts w:eastAsia="FrutigerNextforEVN-Light"/>
          <w:lang w:val="en-US" w:eastAsia="bg-BG"/>
        </w:rPr>
        <w:t>.”</w:t>
      </w:r>
      <w:proofErr w:type="gramEnd"/>
    </w:p>
    <w:p w:rsidR="00591F0B" w:rsidRPr="00641B80" w:rsidRDefault="00591F0B" w:rsidP="00F21FEE">
      <w:pPr>
        <w:spacing w:line="320" w:lineRule="exact"/>
        <w:rPr>
          <w:rFonts w:eastAsia="FrutigerNextforEVN-Light"/>
          <w:lang w:eastAsia="bg-BG"/>
        </w:rPr>
      </w:pPr>
    </w:p>
    <w:tbl>
      <w:tblPr>
        <w:tblpPr w:leftFromText="141" w:rightFromText="141" w:vertAnchor="text" w:tblpY="1"/>
        <w:tblOverlap w:val="never"/>
        <w:tblW w:w="4060" w:type="dxa"/>
        <w:tblInd w:w="57" w:type="dxa"/>
        <w:tblCellMar>
          <w:left w:w="70" w:type="dxa"/>
          <w:right w:w="70" w:type="dxa"/>
        </w:tblCellMar>
        <w:tblLook w:val="04A0"/>
      </w:tblPr>
      <w:tblGrid>
        <w:gridCol w:w="520"/>
        <w:gridCol w:w="3540"/>
      </w:tblGrid>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rPr>
                <w:lang w:eastAsia="bg-BG"/>
              </w:rPr>
            </w:pPr>
          </w:p>
        </w:tc>
        <w:tc>
          <w:tcPr>
            <w:tcW w:w="3540"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591F0B" w:rsidRPr="00641B80" w:rsidRDefault="00591F0B" w:rsidP="00F21FEE">
            <w:pPr>
              <w:spacing w:line="320" w:lineRule="exact"/>
              <w:jc w:val="center"/>
              <w:rPr>
                <w:lang w:eastAsia="bg-BG"/>
              </w:rPr>
            </w:pPr>
            <w:proofErr w:type="spellStart"/>
            <w:r w:rsidRPr="00641B80">
              <w:rPr>
                <w:rFonts w:eastAsia="FrutigerNextforEVN-Light"/>
                <w:lang w:eastAsia="bg-BG"/>
              </w:rPr>
              <w:t>Населено</w:t>
            </w:r>
            <w:proofErr w:type="spellEnd"/>
            <w:r w:rsidRPr="00641B80">
              <w:rPr>
                <w:rFonts w:eastAsia="FrutigerNextforEVN-Light"/>
                <w:lang w:eastAsia="bg-BG"/>
              </w:rPr>
              <w:t xml:space="preserve"> </w:t>
            </w:r>
            <w:proofErr w:type="spellStart"/>
            <w:r w:rsidRPr="00641B80">
              <w:rPr>
                <w:rFonts w:eastAsia="FrutigerNextforEVN-Light"/>
                <w:lang w:eastAsia="bg-BG"/>
              </w:rPr>
              <w:t>място</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1</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proofErr w:type="spellStart"/>
            <w:proofErr w:type="gramStart"/>
            <w:r w:rsidRPr="00641B80">
              <w:rPr>
                <w:lang w:eastAsia="bg-BG"/>
              </w:rPr>
              <w:t>гр</w:t>
            </w:r>
            <w:proofErr w:type="spellEnd"/>
            <w:proofErr w:type="gramEnd"/>
            <w:r w:rsidRPr="00641B80">
              <w:rPr>
                <w:lang w:eastAsia="bg-BG"/>
              </w:rPr>
              <w:t xml:space="preserve">. </w:t>
            </w:r>
            <w:proofErr w:type="spellStart"/>
            <w:r w:rsidRPr="00641B80">
              <w:rPr>
                <w:lang w:eastAsia="bg-BG"/>
              </w:rPr>
              <w:t>Козлодуй</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2</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proofErr w:type="spellStart"/>
            <w:proofErr w:type="gramStart"/>
            <w:r w:rsidRPr="00641B80">
              <w:rPr>
                <w:lang w:eastAsia="bg-BG"/>
              </w:rPr>
              <w:t>гр</w:t>
            </w:r>
            <w:proofErr w:type="spellEnd"/>
            <w:proofErr w:type="gramEnd"/>
            <w:r w:rsidRPr="00641B80">
              <w:rPr>
                <w:lang w:eastAsia="bg-BG"/>
              </w:rPr>
              <w:t xml:space="preserve">. </w:t>
            </w:r>
            <w:proofErr w:type="spellStart"/>
            <w:r w:rsidRPr="00641B80">
              <w:rPr>
                <w:lang w:eastAsia="bg-BG"/>
              </w:rPr>
              <w:t>Враца</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3</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r w:rsidRPr="00641B80">
              <w:rPr>
                <w:lang w:eastAsia="bg-BG"/>
              </w:rPr>
              <w:t xml:space="preserve">с. </w:t>
            </w:r>
            <w:proofErr w:type="spellStart"/>
            <w:r w:rsidRPr="00641B80">
              <w:rPr>
                <w:lang w:eastAsia="bg-BG"/>
              </w:rPr>
              <w:t>Хърлец</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4</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r w:rsidRPr="00641B80">
              <w:rPr>
                <w:lang w:eastAsia="bg-BG"/>
              </w:rPr>
              <w:t xml:space="preserve">с. </w:t>
            </w:r>
            <w:proofErr w:type="spellStart"/>
            <w:r w:rsidRPr="00641B80">
              <w:rPr>
                <w:lang w:eastAsia="bg-BG"/>
              </w:rPr>
              <w:t>Гложене</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5</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proofErr w:type="spellStart"/>
            <w:proofErr w:type="gramStart"/>
            <w:r w:rsidRPr="00641B80">
              <w:rPr>
                <w:lang w:eastAsia="bg-BG"/>
              </w:rPr>
              <w:t>гр</w:t>
            </w:r>
            <w:proofErr w:type="spellEnd"/>
            <w:proofErr w:type="gramEnd"/>
            <w:r w:rsidRPr="00641B80">
              <w:rPr>
                <w:lang w:eastAsia="bg-BG"/>
              </w:rPr>
              <w:t xml:space="preserve">. </w:t>
            </w:r>
            <w:proofErr w:type="spellStart"/>
            <w:r w:rsidRPr="00641B80">
              <w:rPr>
                <w:lang w:eastAsia="bg-BG"/>
              </w:rPr>
              <w:t>Оряхово</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6</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proofErr w:type="spellStart"/>
            <w:proofErr w:type="gramStart"/>
            <w:r w:rsidRPr="00641B80">
              <w:rPr>
                <w:lang w:eastAsia="bg-BG"/>
              </w:rPr>
              <w:t>гр</w:t>
            </w:r>
            <w:proofErr w:type="spellEnd"/>
            <w:proofErr w:type="gramEnd"/>
            <w:r w:rsidRPr="00641B80">
              <w:rPr>
                <w:lang w:eastAsia="bg-BG"/>
              </w:rPr>
              <w:t xml:space="preserve">. </w:t>
            </w:r>
            <w:proofErr w:type="spellStart"/>
            <w:r w:rsidRPr="00641B80">
              <w:rPr>
                <w:lang w:eastAsia="bg-BG"/>
              </w:rPr>
              <w:t>Мизия</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7</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proofErr w:type="spellStart"/>
            <w:proofErr w:type="gramStart"/>
            <w:r w:rsidRPr="00641B80">
              <w:rPr>
                <w:lang w:eastAsia="bg-BG"/>
              </w:rPr>
              <w:t>гр</w:t>
            </w:r>
            <w:proofErr w:type="spellEnd"/>
            <w:proofErr w:type="gramEnd"/>
            <w:r w:rsidRPr="00641B80">
              <w:rPr>
                <w:lang w:eastAsia="bg-BG"/>
              </w:rPr>
              <w:t xml:space="preserve">. </w:t>
            </w:r>
            <w:proofErr w:type="spellStart"/>
            <w:r w:rsidRPr="00641B80">
              <w:rPr>
                <w:lang w:eastAsia="bg-BG"/>
              </w:rPr>
              <w:t>Лом</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8</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r w:rsidRPr="00641B80">
              <w:rPr>
                <w:lang w:eastAsia="bg-BG"/>
              </w:rPr>
              <w:t xml:space="preserve">с. </w:t>
            </w:r>
            <w:proofErr w:type="spellStart"/>
            <w:r w:rsidRPr="00641B80">
              <w:rPr>
                <w:lang w:eastAsia="bg-BG"/>
              </w:rPr>
              <w:t>Бутан</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9</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r w:rsidRPr="00641B80">
              <w:t xml:space="preserve">с. </w:t>
            </w:r>
            <w:proofErr w:type="spellStart"/>
            <w:r w:rsidRPr="00641B80">
              <w:t>Крива</w:t>
            </w:r>
            <w:proofErr w:type="spellEnd"/>
            <w:r w:rsidRPr="00641B80">
              <w:t xml:space="preserve"> </w:t>
            </w:r>
            <w:proofErr w:type="spellStart"/>
            <w:r w:rsidRPr="00641B80">
              <w:t>Бара</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10</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r w:rsidRPr="00641B80">
              <w:rPr>
                <w:lang w:eastAsia="bg-BG"/>
              </w:rPr>
              <w:t xml:space="preserve">с. </w:t>
            </w:r>
            <w:proofErr w:type="spellStart"/>
            <w:r w:rsidRPr="00641B80">
              <w:t>Хайредин</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11</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proofErr w:type="spellStart"/>
            <w:proofErr w:type="gramStart"/>
            <w:r w:rsidRPr="00641B80">
              <w:rPr>
                <w:lang w:eastAsia="bg-BG"/>
              </w:rPr>
              <w:t>гр</w:t>
            </w:r>
            <w:proofErr w:type="spellEnd"/>
            <w:proofErr w:type="gramEnd"/>
            <w:r w:rsidRPr="00641B80">
              <w:rPr>
                <w:lang w:eastAsia="bg-BG"/>
              </w:rPr>
              <w:t xml:space="preserve">. </w:t>
            </w:r>
            <w:proofErr w:type="spellStart"/>
            <w:r w:rsidRPr="00641B80">
              <w:rPr>
                <w:lang w:eastAsia="bg-BG"/>
              </w:rPr>
              <w:t>Бяла</w:t>
            </w:r>
            <w:proofErr w:type="spellEnd"/>
            <w:r w:rsidRPr="00641B80">
              <w:rPr>
                <w:lang w:eastAsia="bg-BG"/>
              </w:rPr>
              <w:t xml:space="preserve"> </w:t>
            </w:r>
            <w:proofErr w:type="spellStart"/>
            <w:r w:rsidRPr="00641B80">
              <w:rPr>
                <w:lang w:eastAsia="bg-BG"/>
              </w:rPr>
              <w:t>Слатина</w:t>
            </w:r>
            <w:proofErr w:type="spellEnd"/>
          </w:p>
        </w:tc>
      </w:tr>
      <w:tr w:rsidR="00591F0B" w:rsidRPr="00641B80" w:rsidTr="0065710F">
        <w:trPr>
          <w:trHeight w:val="315"/>
        </w:trPr>
        <w:tc>
          <w:tcPr>
            <w:tcW w:w="520" w:type="dxa"/>
            <w:tcBorders>
              <w:top w:val="single" w:sz="4" w:space="0" w:color="auto"/>
              <w:left w:val="single" w:sz="4" w:space="0" w:color="auto"/>
              <w:bottom w:val="single" w:sz="4" w:space="0" w:color="auto"/>
              <w:right w:val="nil"/>
            </w:tcBorders>
            <w:shd w:val="clear" w:color="auto" w:fill="auto"/>
            <w:noWrap/>
            <w:vAlign w:val="bottom"/>
            <w:hideMark/>
          </w:tcPr>
          <w:p w:rsidR="00591F0B" w:rsidRPr="00641B80" w:rsidRDefault="00591F0B" w:rsidP="00F21FEE">
            <w:pPr>
              <w:spacing w:line="320" w:lineRule="exact"/>
              <w:jc w:val="right"/>
              <w:rPr>
                <w:lang w:eastAsia="bg-BG"/>
              </w:rPr>
            </w:pPr>
            <w:r w:rsidRPr="00641B80">
              <w:rPr>
                <w:lang w:eastAsia="bg-BG"/>
              </w:rPr>
              <w:t>12</w:t>
            </w:r>
          </w:p>
        </w:tc>
        <w:tc>
          <w:tcPr>
            <w:tcW w:w="3540" w:type="dxa"/>
            <w:tcBorders>
              <w:top w:val="nil"/>
              <w:left w:val="single" w:sz="4" w:space="0" w:color="auto"/>
              <w:bottom w:val="single" w:sz="4" w:space="0" w:color="auto"/>
              <w:right w:val="single" w:sz="4" w:space="0" w:color="auto"/>
            </w:tcBorders>
            <w:shd w:val="clear" w:color="auto" w:fill="auto"/>
            <w:vAlign w:val="bottom"/>
            <w:hideMark/>
          </w:tcPr>
          <w:p w:rsidR="00591F0B" w:rsidRPr="00641B80" w:rsidRDefault="00591F0B" w:rsidP="00F21FEE">
            <w:pPr>
              <w:spacing w:line="320" w:lineRule="exact"/>
              <w:rPr>
                <w:lang w:eastAsia="bg-BG"/>
              </w:rPr>
            </w:pPr>
            <w:proofErr w:type="spellStart"/>
            <w:proofErr w:type="gramStart"/>
            <w:r w:rsidRPr="00641B80">
              <w:rPr>
                <w:lang w:eastAsia="bg-BG"/>
              </w:rPr>
              <w:t>гр</w:t>
            </w:r>
            <w:proofErr w:type="spellEnd"/>
            <w:proofErr w:type="gramEnd"/>
            <w:r w:rsidRPr="00641B80">
              <w:rPr>
                <w:lang w:eastAsia="bg-BG"/>
              </w:rPr>
              <w:t xml:space="preserve">. </w:t>
            </w:r>
            <w:proofErr w:type="spellStart"/>
            <w:r w:rsidRPr="00641B80">
              <w:rPr>
                <w:lang w:eastAsia="bg-BG"/>
              </w:rPr>
              <w:t>Кнежа</w:t>
            </w:r>
            <w:proofErr w:type="spellEnd"/>
          </w:p>
        </w:tc>
      </w:tr>
      <w:tr w:rsidR="00591F0B" w:rsidRPr="00641B80" w:rsidTr="0065710F">
        <w:trPr>
          <w:trHeight w:val="315"/>
        </w:trPr>
        <w:tc>
          <w:tcPr>
            <w:tcW w:w="520" w:type="dxa"/>
            <w:tcBorders>
              <w:top w:val="single" w:sz="4" w:space="0" w:color="auto"/>
              <w:left w:val="nil"/>
              <w:bottom w:val="nil"/>
              <w:right w:val="nil"/>
            </w:tcBorders>
            <w:shd w:val="clear" w:color="auto" w:fill="auto"/>
            <w:noWrap/>
            <w:vAlign w:val="bottom"/>
            <w:hideMark/>
          </w:tcPr>
          <w:p w:rsidR="00591F0B" w:rsidRPr="00641B80" w:rsidRDefault="00591F0B" w:rsidP="00F21FEE">
            <w:pPr>
              <w:spacing w:line="320" w:lineRule="exact"/>
              <w:rPr>
                <w:color w:val="000000"/>
                <w:lang w:eastAsia="bg-BG"/>
              </w:rPr>
            </w:pPr>
          </w:p>
        </w:tc>
        <w:tc>
          <w:tcPr>
            <w:tcW w:w="3540" w:type="dxa"/>
            <w:tcBorders>
              <w:top w:val="nil"/>
              <w:left w:val="nil"/>
              <w:bottom w:val="nil"/>
              <w:right w:val="nil"/>
            </w:tcBorders>
            <w:shd w:val="clear" w:color="auto" w:fill="auto"/>
            <w:noWrap/>
            <w:vAlign w:val="bottom"/>
            <w:hideMark/>
          </w:tcPr>
          <w:p w:rsidR="00591F0B" w:rsidRPr="00641B80" w:rsidRDefault="00591F0B" w:rsidP="00F21FEE">
            <w:pPr>
              <w:spacing w:line="320" w:lineRule="exact"/>
              <w:rPr>
                <w:rFonts w:ascii="Arial" w:hAnsi="Arial" w:cs="Arial"/>
                <w:color w:val="000000"/>
                <w:lang w:eastAsia="bg-BG"/>
              </w:rPr>
            </w:pPr>
          </w:p>
        </w:tc>
      </w:tr>
    </w:tbl>
    <w:p w:rsidR="00991CA8" w:rsidRPr="00D70C3E" w:rsidRDefault="00591F0B" w:rsidP="00F21FEE">
      <w:pPr>
        <w:spacing w:line="320" w:lineRule="exact"/>
        <w:rPr>
          <w:b/>
          <w:color w:val="000000"/>
          <w:szCs w:val="22"/>
          <w:u w:val="single"/>
          <w:lang w:val="bg-BG"/>
        </w:rPr>
      </w:pPr>
      <w:r>
        <w:br w:type="textWrapping" w:clear="all"/>
      </w:r>
    </w:p>
    <w:p w:rsidR="007B4E1C" w:rsidRPr="00D70C3E" w:rsidRDefault="007B4E1C" w:rsidP="00F21FEE">
      <w:pPr>
        <w:spacing w:line="320" w:lineRule="exact"/>
        <w:rPr>
          <w:b/>
          <w:color w:val="000000"/>
          <w:szCs w:val="22"/>
          <w:u w:val="single"/>
          <w:lang w:val="bg-BG"/>
        </w:rPr>
      </w:pPr>
      <w:r w:rsidRPr="00D70C3E">
        <w:rPr>
          <w:b/>
          <w:color w:val="000000"/>
          <w:szCs w:val="22"/>
          <w:u w:val="single"/>
          <w:lang w:val="bg-BG"/>
        </w:rPr>
        <w:t>ПОДПИС и ПЕЧАТ:</w:t>
      </w:r>
    </w:p>
    <w:p w:rsidR="00991CA8" w:rsidRPr="00D70C3E" w:rsidRDefault="00991CA8" w:rsidP="00F21FEE">
      <w:pPr>
        <w:pStyle w:val="BodyText"/>
        <w:spacing w:line="320" w:lineRule="exact"/>
        <w:rPr>
          <w:szCs w:val="22"/>
        </w:rPr>
      </w:pPr>
    </w:p>
    <w:p w:rsidR="007B4E1C" w:rsidRPr="00D70C3E" w:rsidRDefault="007B4E1C" w:rsidP="00F21FEE">
      <w:pPr>
        <w:pStyle w:val="BodyText"/>
        <w:spacing w:line="320" w:lineRule="exact"/>
        <w:rPr>
          <w:szCs w:val="22"/>
        </w:rPr>
      </w:pPr>
      <w:r w:rsidRPr="00D70C3E">
        <w:rPr>
          <w:szCs w:val="22"/>
        </w:rPr>
        <w:t>______________________ (име и фамилия)</w:t>
      </w:r>
    </w:p>
    <w:p w:rsidR="007B4E1C" w:rsidRPr="00D70C3E" w:rsidRDefault="007B4E1C" w:rsidP="00F21FEE">
      <w:pPr>
        <w:pStyle w:val="BodyText"/>
        <w:spacing w:line="320" w:lineRule="exact"/>
        <w:ind w:left="567"/>
        <w:rPr>
          <w:szCs w:val="22"/>
        </w:rPr>
      </w:pPr>
    </w:p>
    <w:p w:rsidR="007B4E1C" w:rsidRPr="00D70C3E" w:rsidRDefault="007B4E1C" w:rsidP="00F21FEE">
      <w:pPr>
        <w:pStyle w:val="BodyText"/>
        <w:spacing w:line="320" w:lineRule="exact"/>
        <w:rPr>
          <w:szCs w:val="22"/>
        </w:rPr>
      </w:pPr>
      <w:r w:rsidRPr="00D70C3E">
        <w:rPr>
          <w:szCs w:val="22"/>
        </w:rPr>
        <w:t>______________________ (дата)</w:t>
      </w:r>
    </w:p>
    <w:p w:rsidR="007B4E1C" w:rsidRPr="00D70C3E" w:rsidRDefault="007B4E1C" w:rsidP="00F21FEE">
      <w:pPr>
        <w:pStyle w:val="BodyText"/>
        <w:spacing w:line="320" w:lineRule="exact"/>
        <w:ind w:left="567"/>
        <w:rPr>
          <w:szCs w:val="22"/>
        </w:rPr>
      </w:pPr>
    </w:p>
    <w:p w:rsidR="007B4E1C" w:rsidRPr="00D70C3E" w:rsidRDefault="007B4E1C" w:rsidP="00F21FEE">
      <w:pPr>
        <w:pStyle w:val="BodyText"/>
        <w:spacing w:line="320" w:lineRule="exact"/>
        <w:rPr>
          <w:szCs w:val="22"/>
        </w:rPr>
      </w:pPr>
      <w:r w:rsidRPr="00D70C3E">
        <w:rPr>
          <w:szCs w:val="22"/>
        </w:rPr>
        <w:t>______________________ (длъжност на управляващия/представляващия участника)</w:t>
      </w:r>
    </w:p>
    <w:p w:rsidR="007B4E1C" w:rsidRPr="00D70C3E" w:rsidRDefault="007B4E1C" w:rsidP="00F21FEE">
      <w:pPr>
        <w:pStyle w:val="BodyText"/>
        <w:spacing w:line="320" w:lineRule="exact"/>
        <w:ind w:left="3366"/>
        <w:rPr>
          <w:szCs w:val="22"/>
        </w:rPr>
      </w:pPr>
    </w:p>
    <w:p w:rsidR="007B4E1C" w:rsidRDefault="007B4E1C" w:rsidP="00F21FEE">
      <w:pPr>
        <w:pStyle w:val="BodyText"/>
        <w:spacing w:line="320" w:lineRule="exact"/>
        <w:rPr>
          <w:lang w:val="en-US"/>
        </w:rPr>
      </w:pPr>
      <w:r w:rsidRPr="00D70C3E">
        <w:t>______________________ (наименование на участника)</w:t>
      </w:r>
    </w:p>
    <w:p w:rsidR="00882474" w:rsidRDefault="00882474" w:rsidP="00F21FEE">
      <w:pPr>
        <w:pStyle w:val="BodyText"/>
        <w:spacing w:line="320" w:lineRule="exact"/>
        <w:sectPr w:rsidR="00882474" w:rsidSect="00D70C3E">
          <w:pgSz w:w="11906" w:h="16838"/>
          <w:pgMar w:top="993" w:right="991" w:bottom="1985" w:left="1276" w:header="181" w:footer="420" w:gutter="0"/>
          <w:pgNumType w:start="1"/>
          <w:cols w:space="708"/>
          <w:docGrid w:linePitch="360"/>
        </w:sectPr>
      </w:pPr>
    </w:p>
    <w:p w:rsidR="001113EF" w:rsidRPr="001113EF" w:rsidRDefault="001113EF" w:rsidP="00F21FEE">
      <w:pPr>
        <w:spacing w:line="320" w:lineRule="exact"/>
        <w:rPr>
          <w:lang w:val="bg-BG"/>
        </w:rPr>
      </w:pPr>
    </w:p>
    <w:p w:rsidR="00686446" w:rsidRPr="00A55E45" w:rsidRDefault="00686446" w:rsidP="00F21FEE">
      <w:pPr>
        <w:pStyle w:val="Heading4"/>
        <w:spacing w:line="320" w:lineRule="exact"/>
      </w:pPr>
      <w:r w:rsidRPr="00A55E45">
        <w:t>ОБРАЗЕЦ по т.</w:t>
      </w:r>
      <w:r w:rsidR="001113EF">
        <w:rPr>
          <w:lang w:val="en-US"/>
        </w:rPr>
        <w:t>III</w:t>
      </w:r>
      <w:r w:rsidRPr="00A55E45">
        <w:t>.1. към офертата</w:t>
      </w:r>
    </w:p>
    <w:p w:rsidR="00686446" w:rsidRPr="00A55E45" w:rsidRDefault="00686446" w:rsidP="00F21FEE">
      <w:pPr>
        <w:pStyle w:val="Heading1"/>
        <w:spacing w:line="320" w:lineRule="exact"/>
        <w:rPr>
          <w:b w:val="0"/>
        </w:rPr>
      </w:pPr>
      <w:r w:rsidRPr="00A55E45">
        <w:rPr>
          <w:b w:val="0"/>
        </w:rPr>
        <w:t>_______________________________________________________________________________</w:t>
      </w:r>
    </w:p>
    <w:p w:rsidR="00686446" w:rsidRPr="00A55E45" w:rsidRDefault="00686446" w:rsidP="00F21FEE">
      <w:pPr>
        <w:pStyle w:val="Heading1"/>
        <w:spacing w:line="320" w:lineRule="exact"/>
        <w:rPr>
          <w:b w:val="0"/>
          <w:bCs w:val="0"/>
          <w:u w:val="none"/>
        </w:rPr>
      </w:pPr>
      <w:r w:rsidRPr="00A55E45">
        <w:rPr>
          <w:b w:val="0"/>
          <w:bCs w:val="0"/>
          <w:u w:val="none"/>
        </w:rPr>
        <w:t>/пълно наименование на участника, търговски адрес, телефон и факс, ЕИК  и ИН по ЗДДС/</w:t>
      </w:r>
    </w:p>
    <w:p w:rsidR="00686446" w:rsidRPr="00A55E45" w:rsidRDefault="00686446" w:rsidP="00F21FEE">
      <w:pPr>
        <w:pStyle w:val="BodyText"/>
        <w:widowControl w:val="0"/>
        <w:spacing w:line="320" w:lineRule="exact"/>
        <w:jc w:val="center"/>
        <w:rPr>
          <w:b/>
          <w:bCs/>
          <w:sz w:val="32"/>
        </w:rPr>
      </w:pPr>
    </w:p>
    <w:p w:rsidR="00B22873" w:rsidRPr="00A55E45" w:rsidRDefault="00B22873" w:rsidP="00F21FEE">
      <w:pPr>
        <w:pStyle w:val="BodyText"/>
        <w:widowControl w:val="0"/>
        <w:spacing w:line="320" w:lineRule="exact"/>
        <w:jc w:val="center"/>
        <w:rPr>
          <w:b/>
          <w:bCs/>
          <w:sz w:val="32"/>
        </w:rPr>
      </w:pPr>
    </w:p>
    <w:p w:rsidR="00686446" w:rsidRPr="00A55E45" w:rsidRDefault="00686446" w:rsidP="00F21FEE">
      <w:pPr>
        <w:pStyle w:val="BodyText"/>
        <w:widowControl w:val="0"/>
        <w:spacing w:line="320" w:lineRule="exact"/>
        <w:jc w:val="center"/>
        <w:rPr>
          <w:b/>
          <w:bCs/>
          <w:sz w:val="32"/>
        </w:rPr>
      </w:pPr>
    </w:p>
    <w:p w:rsidR="00686446" w:rsidRPr="00A55E45" w:rsidRDefault="00686446" w:rsidP="00F21FEE">
      <w:pPr>
        <w:pStyle w:val="BodyText"/>
        <w:widowControl w:val="0"/>
        <w:spacing w:line="320" w:lineRule="exact"/>
        <w:jc w:val="center"/>
        <w:rPr>
          <w:b/>
          <w:bCs/>
        </w:rPr>
      </w:pPr>
      <w:r w:rsidRPr="00A55E45">
        <w:rPr>
          <w:b/>
          <w:bCs/>
        </w:rPr>
        <w:t>П Р Е Д Л А Г А Н А   Ц Е Н А</w:t>
      </w:r>
    </w:p>
    <w:p w:rsidR="00686446" w:rsidRPr="00A55E45" w:rsidRDefault="00686446" w:rsidP="00F21FEE">
      <w:pPr>
        <w:pStyle w:val="BodyText"/>
        <w:widowControl w:val="0"/>
        <w:spacing w:line="320" w:lineRule="exact"/>
        <w:jc w:val="center"/>
        <w:rPr>
          <w:b/>
          <w:bCs/>
        </w:rPr>
      </w:pPr>
    </w:p>
    <w:p w:rsidR="00686446" w:rsidRPr="00A55E45" w:rsidRDefault="00686446" w:rsidP="00F21FEE">
      <w:pPr>
        <w:widowControl w:val="0"/>
        <w:spacing w:line="320" w:lineRule="exact"/>
        <w:jc w:val="center"/>
        <w:rPr>
          <w:lang w:val="bg-BG"/>
        </w:rPr>
      </w:pPr>
      <w:r w:rsidRPr="00A55E45">
        <w:rPr>
          <w:lang w:val="bg-BG"/>
        </w:rPr>
        <w:t>за участие в открита процедура с предмет:</w:t>
      </w:r>
    </w:p>
    <w:p w:rsidR="00686446" w:rsidRPr="00A55E45" w:rsidRDefault="00686446" w:rsidP="00F21FEE">
      <w:pPr>
        <w:pStyle w:val="BodyText"/>
        <w:widowControl w:val="0"/>
        <w:spacing w:line="320" w:lineRule="exact"/>
        <w:jc w:val="center"/>
        <w:rPr>
          <w:b/>
          <w:bCs/>
        </w:rPr>
      </w:pPr>
      <w:r w:rsidRPr="00A55E45">
        <w:rPr>
          <w:b/>
          <w:bCs/>
        </w:rPr>
        <w:t>“</w:t>
      </w:r>
      <w:r w:rsidR="005E7CEB" w:rsidRPr="00A55E45">
        <w:rPr>
          <w:b/>
        </w:rPr>
        <w:t>Отпечатване и предоставяне на ваучери за храна</w:t>
      </w:r>
      <w:r w:rsidRPr="00A55E45">
        <w:rPr>
          <w:b/>
          <w:bCs/>
        </w:rPr>
        <w:t>”</w:t>
      </w:r>
    </w:p>
    <w:p w:rsidR="00102BF7" w:rsidRPr="00A55E45" w:rsidRDefault="00686446" w:rsidP="00F21FEE">
      <w:pPr>
        <w:spacing w:line="320" w:lineRule="exact"/>
        <w:ind w:firstLine="708"/>
        <w:jc w:val="both"/>
        <w:rPr>
          <w:bCs/>
          <w:iCs/>
          <w:lang w:val="bg-BG"/>
        </w:rPr>
      </w:pPr>
      <w:r w:rsidRPr="00A55E45">
        <w:rPr>
          <w:lang w:val="bg-BG"/>
        </w:rPr>
        <w:t xml:space="preserve">След запознаване с всички изисквания на </w:t>
      </w:r>
      <w:r w:rsidRPr="00A55E45">
        <w:rPr>
          <w:b/>
          <w:lang w:val="bg-BG"/>
        </w:rPr>
        <w:t>ВЪЗЛОЖИТЕЛЯ</w:t>
      </w:r>
      <w:r w:rsidRPr="00A55E45">
        <w:rPr>
          <w:lang w:val="bg-BG"/>
        </w:rPr>
        <w:t>, предлагаме да изпълним настоящата обществена поръчка в съответствие с изискванията и условията на документацията и Техническото задание, при стойност на услугата за 1 месец за отпечатване и предоставяне на заявените ваучери за храна</w:t>
      </w:r>
      <w:r w:rsidRPr="00A55E45">
        <w:rPr>
          <w:bCs/>
          <w:iCs/>
          <w:lang w:val="bg-BG"/>
        </w:rPr>
        <w:t xml:space="preserve"> в размер от .............. лева (цифром и словом) без ДДС. </w:t>
      </w:r>
    </w:p>
    <w:p w:rsidR="0023452C" w:rsidRPr="00A55E45" w:rsidRDefault="0023452C" w:rsidP="00F21FEE">
      <w:pPr>
        <w:spacing w:line="320" w:lineRule="exact"/>
        <w:ind w:firstLine="720"/>
        <w:jc w:val="both"/>
        <w:rPr>
          <w:color w:val="FF0000"/>
          <w:szCs w:val="22"/>
          <w:lang w:val="bg-BG"/>
        </w:rPr>
      </w:pPr>
      <w:r w:rsidRPr="00A55E45">
        <w:rPr>
          <w:szCs w:val="22"/>
          <w:lang w:val="bg-BG"/>
        </w:rPr>
        <w:t xml:space="preserve">Стойността на услугата за срока на договора (36 месеца) е </w:t>
      </w:r>
      <w:r w:rsidRPr="00A55E45">
        <w:rPr>
          <w:bCs/>
          <w:iCs/>
          <w:lang w:val="bg-BG"/>
        </w:rPr>
        <w:t>.............. лева (цифром и словом) без ДДС.</w:t>
      </w:r>
    </w:p>
    <w:p w:rsidR="0023452C" w:rsidRPr="00A55E45" w:rsidRDefault="0023452C" w:rsidP="00F21FEE">
      <w:pPr>
        <w:spacing w:line="320" w:lineRule="exact"/>
        <w:ind w:firstLine="706"/>
        <w:jc w:val="both"/>
        <w:rPr>
          <w:b/>
          <w:color w:val="000000"/>
          <w:spacing w:val="1"/>
          <w:lang w:val="bg-BG"/>
        </w:rPr>
      </w:pPr>
    </w:p>
    <w:p w:rsidR="0023452C" w:rsidRPr="008A426B" w:rsidRDefault="0023452C" w:rsidP="00F21FEE">
      <w:pPr>
        <w:spacing w:line="320" w:lineRule="exact"/>
        <w:ind w:firstLine="706"/>
        <w:jc w:val="both"/>
        <w:rPr>
          <w:b/>
          <w:lang w:val="en-US"/>
        </w:rPr>
      </w:pPr>
      <w:r w:rsidRPr="00A55E45">
        <w:rPr>
          <w:b/>
          <w:color w:val="000000"/>
          <w:spacing w:val="1"/>
          <w:lang w:val="bg-BG"/>
        </w:rPr>
        <w:t xml:space="preserve">Предлаганата единична цена и обща стойност </w:t>
      </w:r>
      <w:r w:rsidRPr="00A55E45">
        <w:rPr>
          <w:b/>
          <w:lang w:val="bg-BG"/>
        </w:rPr>
        <w:t>следва да отговарят на чл. 24 от ЗБНБ, като сумата следва да се закръглява до втория знак след десетичната запетая.</w:t>
      </w:r>
      <w:r w:rsidR="007839DE">
        <w:rPr>
          <w:b/>
          <w:lang w:val="en-US"/>
        </w:rPr>
        <w:t xml:space="preserve">  </w:t>
      </w:r>
      <w:r w:rsidR="008A426B">
        <w:rPr>
          <w:b/>
          <w:lang w:val="bg-BG"/>
        </w:rPr>
        <w:t>Ц</w:t>
      </w:r>
      <w:r w:rsidR="007839DE">
        <w:rPr>
          <w:b/>
          <w:lang w:val="bg-BG"/>
        </w:rPr>
        <w:t>ена</w:t>
      </w:r>
      <w:r w:rsidR="008A426B">
        <w:rPr>
          <w:b/>
          <w:lang w:val="bg-BG"/>
        </w:rPr>
        <w:t xml:space="preserve">та </w:t>
      </w:r>
      <w:r w:rsidR="008A426B" w:rsidRPr="008A426B">
        <w:rPr>
          <w:b/>
          <w:lang w:val="bg-BG"/>
        </w:rPr>
        <w:t>на услугата за 1 месец</w:t>
      </w:r>
      <w:r w:rsidR="007839DE">
        <w:rPr>
          <w:b/>
          <w:lang w:val="bg-BG"/>
        </w:rPr>
        <w:t xml:space="preserve"> не може да бъде 0,00 лева.</w:t>
      </w:r>
    </w:p>
    <w:p w:rsidR="0023452C" w:rsidRPr="00A55E45" w:rsidRDefault="0023452C" w:rsidP="00F21FEE">
      <w:pPr>
        <w:spacing w:line="320" w:lineRule="exact"/>
        <w:ind w:firstLine="708"/>
        <w:jc w:val="both"/>
        <w:rPr>
          <w:lang w:val="bg-BG"/>
        </w:rPr>
      </w:pPr>
    </w:p>
    <w:p w:rsidR="00686446" w:rsidRPr="00A55E45" w:rsidRDefault="00686446" w:rsidP="00F21FEE">
      <w:pPr>
        <w:spacing w:line="320" w:lineRule="exact"/>
        <w:ind w:firstLine="708"/>
        <w:jc w:val="both"/>
        <w:rPr>
          <w:bCs/>
          <w:iCs/>
          <w:lang w:val="bg-BG"/>
        </w:rPr>
      </w:pPr>
      <w:r w:rsidRPr="00A55E45">
        <w:rPr>
          <w:lang w:val="bg-BG"/>
        </w:rPr>
        <w:t xml:space="preserve">В </w:t>
      </w:r>
      <w:r w:rsidR="00FD3F9C" w:rsidRPr="00A55E45">
        <w:rPr>
          <w:lang w:val="bg-BG"/>
        </w:rPr>
        <w:t xml:space="preserve">посочените месечна и обща </w:t>
      </w:r>
      <w:r w:rsidRPr="00A55E45">
        <w:rPr>
          <w:lang w:val="bg-BG"/>
        </w:rPr>
        <w:t>стойността на услугата с</w:t>
      </w:r>
      <w:r w:rsidR="00102BF7" w:rsidRPr="00A55E45">
        <w:rPr>
          <w:lang w:val="bg-BG"/>
        </w:rPr>
        <w:t>е</w:t>
      </w:r>
      <w:r w:rsidRPr="00A55E45">
        <w:rPr>
          <w:lang w:val="bg-BG"/>
        </w:rPr>
        <w:t xml:space="preserve"> включ</w:t>
      </w:r>
      <w:r w:rsidR="00102BF7" w:rsidRPr="00A55E45">
        <w:rPr>
          <w:lang w:val="bg-BG"/>
        </w:rPr>
        <w:t xml:space="preserve">ват комисионната на оператора, </w:t>
      </w:r>
      <w:r w:rsidR="009B0AB4" w:rsidRPr="00A55E45">
        <w:rPr>
          <w:lang w:val="bg-BG"/>
        </w:rPr>
        <w:t xml:space="preserve">всички </w:t>
      </w:r>
      <w:r w:rsidR="00102BF7" w:rsidRPr="00A55E45">
        <w:rPr>
          <w:lang w:val="bg-BG"/>
        </w:rPr>
        <w:t xml:space="preserve">разходи по </w:t>
      </w:r>
      <w:r w:rsidRPr="00A55E45">
        <w:rPr>
          <w:lang w:val="bg-BG"/>
        </w:rPr>
        <w:t>отпечатването на ваучерите за храна, комплектоването, включително и разходите за доставка на същите до момента на предаването им</w:t>
      </w:r>
      <w:r w:rsidR="00A304E9" w:rsidRPr="00A55E45">
        <w:rPr>
          <w:lang w:val="bg-BG"/>
        </w:rPr>
        <w:t xml:space="preserve"> на Възложителя</w:t>
      </w:r>
      <w:r w:rsidR="0023452C" w:rsidRPr="00A55E45">
        <w:rPr>
          <w:lang w:val="bg-BG"/>
        </w:rPr>
        <w:t xml:space="preserve"> и начислена печалба</w:t>
      </w:r>
      <w:r w:rsidR="00A304E9" w:rsidRPr="00A55E45">
        <w:rPr>
          <w:lang w:val="bg-BG"/>
        </w:rPr>
        <w:t>.</w:t>
      </w:r>
    </w:p>
    <w:p w:rsidR="00686446" w:rsidRPr="00A55E45" w:rsidRDefault="00686446" w:rsidP="00F21FEE">
      <w:pPr>
        <w:spacing w:line="320" w:lineRule="exact"/>
        <w:ind w:firstLine="720"/>
        <w:jc w:val="both"/>
        <w:rPr>
          <w:szCs w:val="22"/>
          <w:lang w:val="bg-BG"/>
        </w:rPr>
      </w:pPr>
    </w:p>
    <w:p w:rsidR="00050FF4" w:rsidRPr="00A55E45" w:rsidRDefault="00050FF4" w:rsidP="00F21FEE">
      <w:pPr>
        <w:autoSpaceDE w:val="0"/>
        <w:autoSpaceDN w:val="0"/>
        <w:adjustRightInd w:val="0"/>
        <w:spacing w:line="320" w:lineRule="exact"/>
        <w:ind w:firstLine="720"/>
        <w:jc w:val="both"/>
        <w:rPr>
          <w:lang w:val="bg-BG"/>
        </w:rPr>
      </w:pPr>
      <w:r w:rsidRPr="00A55E45">
        <w:rPr>
          <w:lang w:val="bg-BG"/>
        </w:rPr>
        <w:t>Забележка: Участниците следва да предложат цени за отпечатване на ваучерите за храна, които да не са по-ниски от реалните производствени разходи за тази дейност</w:t>
      </w:r>
      <w:r w:rsidR="00A55E45" w:rsidRPr="00A55E45">
        <w:rPr>
          <w:lang w:val="bg-BG"/>
        </w:rPr>
        <w:t>. В предложените цени</w:t>
      </w:r>
      <w:r w:rsidR="00A55E45" w:rsidRPr="00A55E45">
        <w:rPr>
          <w:b/>
          <w:bCs/>
          <w:lang w:val="bg-BG"/>
        </w:rPr>
        <w:t xml:space="preserve"> </w:t>
      </w:r>
      <w:r w:rsidR="00A55E45" w:rsidRPr="00A55E45">
        <w:rPr>
          <w:bCs/>
          <w:lang w:val="bg-BG"/>
        </w:rPr>
        <w:t>да</w:t>
      </w:r>
      <w:r w:rsidR="00A55E45" w:rsidRPr="00A55E45">
        <w:rPr>
          <w:b/>
          <w:bCs/>
          <w:lang w:val="bg-BG"/>
        </w:rPr>
        <w:t xml:space="preserve"> </w:t>
      </w:r>
      <w:r w:rsidR="00A55E45" w:rsidRPr="00A55E45">
        <w:rPr>
          <w:lang w:val="bg-BG"/>
        </w:rPr>
        <w:t xml:space="preserve">са включени всички разходи за качественото и точно изпълнение на предмета на поръчката, в т.ч. застраховки, мита, данъци, такси, печалба и всички други, присъщи разходи за осъществяване на дейността. </w:t>
      </w:r>
      <w:proofErr w:type="spellStart"/>
      <w:proofErr w:type="gramStart"/>
      <w:r w:rsidR="00F21FEE" w:rsidRPr="007C04D4">
        <w:t>Офертата</w:t>
      </w:r>
      <w:proofErr w:type="spellEnd"/>
      <w:r w:rsidR="00F21FEE" w:rsidRPr="007C04D4">
        <w:t xml:space="preserve"> на </w:t>
      </w:r>
      <w:proofErr w:type="spellStart"/>
      <w:r w:rsidR="00F21FEE" w:rsidRPr="007C04D4">
        <w:t>участниците</w:t>
      </w:r>
      <w:proofErr w:type="spellEnd"/>
      <w:r w:rsidR="00F21FEE" w:rsidRPr="007C04D4">
        <w:t xml:space="preserve"> </w:t>
      </w:r>
      <w:proofErr w:type="spellStart"/>
      <w:r w:rsidR="00F21FEE" w:rsidRPr="007C04D4">
        <w:t>следва</w:t>
      </w:r>
      <w:proofErr w:type="spellEnd"/>
      <w:r w:rsidR="00F21FEE" w:rsidRPr="007C04D4">
        <w:t xml:space="preserve"> </w:t>
      </w:r>
      <w:proofErr w:type="spellStart"/>
      <w:r w:rsidR="00F21FEE" w:rsidRPr="007C04D4">
        <w:t>да</w:t>
      </w:r>
      <w:proofErr w:type="spellEnd"/>
      <w:r w:rsidR="00F21FEE" w:rsidRPr="007C04D4">
        <w:t xml:space="preserve"> е </w:t>
      </w:r>
      <w:proofErr w:type="spellStart"/>
      <w:r w:rsidR="00F21FEE" w:rsidRPr="007C04D4">
        <w:t>съобразена</w:t>
      </w:r>
      <w:proofErr w:type="spellEnd"/>
      <w:r w:rsidR="00F21FEE" w:rsidRPr="007C04D4">
        <w:t xml:space="preserve"> с </w:t>
      </w:r>
      <w:proofErr w:type="spellStart"/>
      <w:r w:rsidR="00F21FEE">
        <w:t>Р</w:t>
      </w:r>
      <w:r w:rsidR="00F21FEE" w:rsidRPr="007C04D4">
        <w:t>ешение</w:t>
      </w:r>
      <w:proofErr w:type="spellEnd"/>
      <w:r w:rsidR="00F21FEE" w:rsidRPr="007C04D4">
        <w:t xml:space="preserve"> №1461 </w:t>
      </w:r>
      <w:proofErr w:type="spellStart"/>
      <w:r w:rsidR="00F21FEE" w:rsidRPr="007C04D4">
        <w:t>от</w:t>
      </w:r>
      <w:proofErr w:type="spellEnd"/>
      <w:r w:rsidR="00F21FEE" w:rsidRPr="007C04D4">
        <w:t xml:space="preserve"> 11.12.2012 г.</w:t>
      </w:r>
      <w:r w:rsidR="00F21FEE">
        <w:t xml:space="preserve"> </w:t>
      </w:r>
      <w:proofErr w:type="spellStart"/>
      <w:r w:rsidR="00F21FEE">
        <w:t>по</w:t>
      </w:r>
      <w:proofErr w:type="spellEnd"/>
      <w:r w:rsidR="00F21FEE">
        <w:t xml:space="preserve"> </w:t>
      </w:r>
      <w:proofErr w:type="spellStart"/>
      <w:r w:rsidR="00F21FEE">
        <w:t>преписка</w:t>
      </w:r>
      <w:proofErr w:type="spellEnd"/>
      <w:r w:rsidR="00F21FEE">
        <w:t xml:space="preserve"> </w:t>
      </w:r>
      <w:proofErr w:type="spellStart"/>
      <w:r w:rsidR="00F21FEE">
        <w:t>вх</w:t>
      </w:r>
      <w:proofErr w:type="spellEnd"/>
      <w:r w:rsidR="00F21FEE">
        <w:t>.</w:t>
      </w:r>
      <w:proofErr w:type="gramEnd"/>
      <w:r w:rsidR="00F21FEE">
        <w:t xml:space="preserve"> </w:t>
      </w:r>
      <w:proofErr w:type="gramStart"/>
      <w:r w:rsidR="00F21FEE">
        <w:t>№КЗК-709/1165/2011/482/2012 г.</w:t>
      </w:r>
      <w:r w:rsidR="00F21FEE" w:rsidRPr="007C04D4">
        <w:t xml:space="preserve"> на КЗК и </w:t>
      </w:r>
      <w:proofErr w:type="spellStart"/>
      <w:r w:rsidR="00F21FEE" w:rsidRPr="007C04D4">
        <w:t>Решение</w:t>
      </w:r>
      <w:proofErr w:type="spellEnd"/>
      <w:r w:rsidR="00F21FEE" w:rsidRPr="007C04D4">
        <w:t xml:space="preserve"> № 7005/22.05.2013 г. </w:t>
      </w:r>
      <w:proofErr w:type="spellStart"/>
      <w:r w:rsidR="00F21FEE">
        <w:t>по</w:t>
      </w:r>
      <w:proofErr w:type="spellEnd"/>
      <w:r w:rsidR="00F21FEE">
        <w:t xml:space="preserve"> </w:t>
      </w:r>
      <w:proofErr w:type="spellStart"/>
      <w:r w:rsidR="00F21FEE">
        <w:t>адм</w:t>
      </w:r>
      <w:proofErr w:type="spellEnd"/>
      <w:r w:rsidR="00F21FEE">
        <w:t>.</w:t>
      </w:r>
      <w:proofErr w:type="gramEnd"/>
      <w:r w:rsidR="00F21FEE">
        <w:t xml:space="preserve"> </w:t>
      </w:r>
      <w:proofErr w:type="spellStart"/>
      <w:proofErr w:type="gramStart"/>
      <w:r w:rsidR="00F21FEE">
        <w:t>дело</w:t>
      </w:r>
      <w:proofErr w:type="spellEnd"/>
      <w:proofErr w:type="gramEnd"/>
      <w:r w:rsidR="00F21FEE">
        <w:t xml:space="preserve"> №919 </w:t>
      </w:r>
      <w:proofErr w:type="spellStart"/>
      <w:r w:rsidR="00F21FEE">
        <w:t>от</w:t>
      </w:r>
      <w:proofErr w:type="spellEnd"/>
      <w:r w:rsidR="00F21FEE">
        <w:t xml:space="preserve"> 2013 г. </w:t>
      </w:r>
      <w:r w:rsidR="00F21FEE" w:rsidRPr="007C04D4">
        <w:t>на ВАС</w:t>
      </w:r>
      <w:r w:rsidRPr="00A55E45">
        <w:rPr>
          <w:lang w:val="bg-BG"/>
        </w:rPr>
        <w:t>.</w:t>
      </w:r>
    </w:p>
    <w:p w:rsidR="00501C1D" w:rsidRPr="00A55E45" w:rsidRDefault="00501C1D" w:rsidP="00F21FEE">
      <w:pPr>
        <w:spacing w:line="320" w:lineRule="exact"/>
        <w:ind w:firstLine="720"/>
        <w:jc w:val="both"/>
        <w:rPr>
          <w:color w:val="000000"/>
          <w:szCs w:val="22"/>
          <w:lang w:val="bg-BG"/>
        </w:rPr>
      </w:pPr>
    </w:p>
    <w:p w:rsidR="00686446" w:rsidRPr="00A55E45" w:rsidRDefault="00686446" w:rsidP="00F21FEE">
      <w:pPr>
        <w:pStyle w:val="BodyText"/>
        <w:widowControl w:val="0"/>
        <w:spacing w:line="320" w:lineRule="exact"/>
        <w:ind w:firstLine="720"/>
      </w:pPr>
    </w:p>
    <w:p w:rsidR="00686446" w:rsidRPr="00A55E45" w:rsidRDefault="00686446" w:rsidP="00F21FEE">
      <w:pPr>
        <w:spacing w:line="320" w:lineRule="exact"/>
        <w:ind w:firstLine="567"/>
        <w:rPr>
          <w:b/>
          <w:color w:val="000000"/>
          <w:szCs w:val="22"/>
          <w:u w:val="single"/>
          <w:lang w:val="bg-BG"/>
        </w:rPr>
      </w:pPr>
      <w:r w:rsidRPr="00A55E45">
        <w:rPr>
          <w:b/>
          <w:color w:val="000000"/>
          <w:szCs w:val="22"/>
          <w:u w:val="single"/>
          <w:lang w:val="bg-BG"/>
        </w:rPr>
        <w:t>ПОДПИС и ПЕЧАТ:</w:t>
      </w:r>
    </w:p>
    <w:p w:rsidR="00686446" w:rsidRPr="00A55E45" w:rsidRDefault="00686446" w:rsidP="00F21FEE">
      <w:pPr>
        <w:pStyle w:val="BodyText"/>
        <w:spacing w:line="320" w:lineRule="exact"/>
        <w:ind w:left="567"/>
        <w:rPr>
          <w:szCs w:val="22"/>
        </w:rPr>
      </w:pPr>
    </w:p>
    <w:p w:rsidR="00686446" w:rsidRPr="00A55E45" w:rsidRDefault="00686446" w:rsidP="00F21FEE">
      <w:pPr>
        <w:pStyle w:val="BodyText"/>
        <w:spacing w:line="320" w:lineRule="exact"/>
        <w:ind w:left="567"/>
        <w:rPr>
          <w:szCs w:val="22"/>
        </w:rPr>
      </w:pPr>
      <w:r w:rsidRPr="00A55E45">
        <w:rPr>
          <w:szCs w:val="22"/>
        </w:rPr>
        <w:t>______________________ (име и фамилия)</w:t>
      </w:r>
    </w:p>
    <w:p w:rsidR="00686446" w:rsidRPr="00A55E45" w:rsidRDefault="00686446" w:rsidP="00F21FEE">
      <w:pPr>
        <w:pStyle w:val="BodyText"/>
        <w:spacing w:line="320" w:lineRule="exact"/>
        <w:ind w:left="567"/>
        <w:rPr>
          <w:szCs w:val="22"/>
        </w:rPr>
      </w:pPr>
    </w:p>
    <w:p w:rsidR="00686446" w:rsidRPr="00A55E45" w:rsidRDefault="00686446" w:rsidP="00F21FEE">
      <w:pPr>
        <w:pStyle w:val="BodyText"/>
        <w:spacing w:line="320" w:lineRule="exact"/>
        <w:ind w:left="567"/>
        <w:rPr>
          <w:szCs w:val="22"/>
        </w:rPr>
      </w:pPr>
      <w:r w:rsidRPr="00A55E45">
        <w:rPr>
          <w:szCs w:val="22"/>
        </w:rPr>
        <w:t>______________________ (дата)</w:t>
      </w:r>
    </w:p>
    <w:p w:rsidR="00686446" w:rsidRPr="00A55E45" w:rsidRDefault="00686446" w:rsidP="00F21FEE">
      <w:pPr>
        <w:pStyle w:val="BodyText"/>
        <w:spacing w:line="320" w:lineRule="exact"/>
        <w:ind w:left="567"/>
        <w:rPr>
          <w:szCs w:val="22"/>
        </w:rPr>
      </w:pPr>
    </w:p>
    <w:p w:rsidR="00686446" w:rsidRPr="00A55E45" w:rsidRDefault="00686446" w:rsidP="00F21FEE">
      <w:pPr>
        <w:pStyle w:val="BodyText"/>
        <w:spacing w:line="320" w:lineRule="exact"/>
        <w:ind w:left="3366" w:hanging="2805"/>
        <w:rPr>
          <w:szCs w:val="22"/>
        </w:rPr>
      </w:pPr>
      <w:r w:rsidRPr="00A55E45">
        <w:rPr>
          <w:szCs w:val="22"/>
        </w:rPr>
        <w:t>______________________ (длъжност на управляващия/представляващия участника)</w:t>
      </w:r>
    </w:p>
    <w:p w:rsidR="00686446" w:rsidRPr="00A55E45" w:rsidRDefault="00686446" w:rsidP="00F21FEE">
      <w:pPr>
        <w:pStyle w:val="BodyText"/>
        <w:spacing w:line="320" w:lineRule="exact"/>
        <w:ind w:left="3366" w:hanging="2805"/>
        <w:rPr>
          <w:szCs w:val="22"/>
        </w:rPr>
      </w:pPr>
    </w:p>
    <w:p w:rsidR="008E05E7" w:rsidRPr="00A55E45" w:rsidRDefault="00686446" w:rsidP="00F21FEE">
      <w:pPr>
        <w:pStyle w:val="BodyText"/>
        <w:spacing w:line="320" w:lineRule="exact"/>
        <w:ind w:left="567"/>
      </w:pPr>
      <w:r w:rsidRPr="00A55E45">
        <w:t>______________________ (наименование на участника)</w:t>
      </w:r>
    </w:p>
    <w:sectPr w:rsidR="008E05E7" w:rsidRPr="00A55E45" w:rsidSect="00F21FEE">
      <w:pgSz w:w="11906" w:h="16838"/>
      <w:pgMar w:top="680" w:right="924" w:bottom="1560" w:left="709" w:header="181" w:footer="4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7A6" w:rsidRDefault="001367A6" w:rsidP="00CB3937">
      <w:r>
        <w:separator/>
      </w:r>
    </w:p>
  </w:endnote>
  <w:endnote w:type="continuationSeparator" w:id="0">
    <w:p w:rsidR="001367A6" w:rsidRDefault="001367A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FrutigerNextforEVN-Ligh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7A6" w:rsidRDefault="001367A6" w:rsidP="00CB3937">
      <w:r>
        <w:separator/>
      </w:r>
    </w:p>
  </w:footnote>
  <w:footnote w:type="continuationSeparator" w:id="0">
    <w:p w:rsidR="001367A6" w:rsidRDefault="001367A6"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C3E" w:rsidRPr="00AA2951" w:rsidRDefault="00D70C3E" w:rsidP="00D70C3E">
    <w:pPr>
      <w:pStyle w:val="Heading1"/>
      <w:keepNext w:val="0"/>
      <w:widowControl w:val="0"/>
      <w:jc w:val="right"/>
      <w:rPr>
        <w:u w:val="none"/>
        <w:lang w:val="ru-RU"/>
      </w:rPr>
    </w:pPr>
    <w:r w:rsidRPr="00AA2951">
      <w:rPr>
        <w:u w:val="none"/>
        <w:lang w:val="ru-RU"/>
      </w:rPr>
      <w:t>ОБРАЗЕЦ</w:t>
    </w:r>
    <w:proofErr w:type="gramStart"/>
    <w:r>
      <w:rPr>
        <w:u w:val="none"/>
        <w:lang w:val="ru-RU"/>
      </w:rPr>
      <w:t xml:space="preserve"> !</w:t>
    </w:r>
    <w:proofErr w:type="gramEnd"/>
  </w:p>
  <w:p w:rsidR="00D70C3E" w:rsidRPr="006E7C4D" w:rsidRDefault="00D70C3E" w:rsidP="00D70C3E">
    <w:pPr>
      <w:pStyle w:val="Heading1"/>
      <w:keepNext w:val="0"/>
      <w:widowControl w:val="0"/>
      <w:spacing w:line="160" w:lineRule="exact"/>
      <w:rPr>
        <w:b w:val="0"/>
        <w:bCs w:val="0"/>
        <w:lang w:val="ru-RU"/>
      </w:rPr>
    </w:pPr>
    <w:r w:rsidRPr="006E7C4D">
      <w:rPr>
        <w:b w:val="0"/>
        <w:bCs w:val="0"/>
        <w:lang w:val="ru-RU"/>
      </w:rPr>
      <w:t>____________________________________________</w:t>
    </w:r>
    <w:r>
      <w:rPr>
        <w:b w:val="0"/>
        <w:bCs w:val="0"/>
        <w:lang w:val="ru-RU"/>
      </w:rPr>
      <w:t>_______________________________</w:t>
    </w:r>
    <w:r w:rsidRPr="006E7C4D">
      <w:rPr>
        <w:b w:val="0"/>
        <w:bCs w:val="0"/>
        <w:lang w:val="ru-RU"/>
      </w:rPr>
      <w:t>_____</w:t>
    </w:r>
  </w:p>
  <w:p w:rsidR="00D70C3E" w:rsidRPr="00D70C3E" w:rsidRDefault="00D70C3E" w:rsidP="00D70C3E">
    <w:pPr>
      <w:pStyle w:val="Heading1"/>
      <w:keepNext w:val="0"/>
      <w:widowControl w:val="0"/>
      <w:spacing w:line="240" w:lineRule="exact"/>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073"/>
    <w:multiLevelType w:val="multilevel"/>
    <w:tmpl w:val="B72A53B6"/>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14361B"/>
    <w:multiLevelType w:val="hybridMultilevel"/>
    <w:tmpl w:val="EC204A06"/>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3">
    <w:nsid w:val="16D8117D"/>
    <w:multiLevelType w:val="hybridMultilevel"/>
    <w:tmpl w:val="EE1A13B6"/>
    <w:lvl w:ilvl="0" w:tplc="0402000F">
      <w:start w:val="6"/>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6A65C6A"/>
    <w:multiLevelType w:val="multilevel"/>
    <w:tmpl w:val="43965A3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3"/>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88C3136"/>
    <w:multiLevelType w:val="hybridMultilevel"/>
    <w:tmpl w:val="2EC47406"/>
    <w:lvl w:ilvl="0" w:tplc="443627C6">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93F7F89"/>
    <w:multiLevelType w:val="hybridMultilevel"/>
    <w:tmpl w:val="037893E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32EC3799"/>
    <w:multiLevelType w:val="multilevel"/>
    <w:tmpl w:val="D39A560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9">
    <w:nsid w:val="373C4659"/>
    <w:multiLevelType w:val="hybridMultilevel"/>
    <w:tmpl w:val="2A460AC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37C00D38"/>
    <w:multiLevelType w:val="multilevel"/>
    <w:tmpl w:val="26F4BB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340"/>
        </w:tabs>
        <w:ind w:left="226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7D2238D"/>
    <w:multiLevelType w:val="multilevel"/>
    <w:tmpl w:val="43E4E69A"/>
    <w:lvl w:ilvl="0">
      <w:start w:val="1"/>
      <w:numFmt w:val="decimal"/>
      <w:lvlText w:val="%1."/>
      <w:lvlJc w:val="left"/>
      <w:pPr>
        <w:tabs>
          <w:tab w:val="num" w:pos="540"/>
        </w:tabs>
        <w:ind w:left="540" w:hanging="540"/>
      </w:pPr>
      <w:rPr>
        <w:rFonts w:hint="default"/>
        <w:b w:val="0"/>
      </w:rPr>
    </w:lvl>
    <w:lvl w:ilvl="1">
      <w:start w:val="2"/>
      <w:numFmt w:val="decimal"/>
      <w:lvlText w:val="%1.%2."/>
      <w:lvlJc w:val="left"/>
      <w:pPr>
        <w:tabs>
          <w:tab w:val="num" w:pos="965"/>
        </w:tabs>
        <w:ind w:left="965" w:hanging="54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2">
    <w:nsid w:val="39C2018C"/>
    <w:multiLevelType w:val="hybridMultilevel"/>
    <w:tmpl w:val="20781814"/>
    <w:lvl w:ilvl="0" w:tplc="079C47BA">
      <w:start w:val="1"/>
      <w:numFmt w:val="decimal"/>
      <w:pStyle w:val="TOC1"/>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4">
    <w:nsid w:val="3E905B83"/>
    <w:multiLevelType w:val="multilevel"/>
    <w:tmpl w:val="43E4E69A"/>
    <w:lvl w:ilvl="0">
      <w:start w:val="1"/>
      <w:numFmt w:val="decimal"/>
      <w:lvlText w:val="%1."/>
      <w:lvlJc w:val="left"/>
      <w:pPr>
        <w:tabs>
          <w:tab w:val="num" w:pos="540"/>
        </w:tabs>
        <w:ind w:left="540" w:hanging="540"/>
      </w:pPr>
      <w:rPr>
        <w:rFonts w:hint="default"/>
        <w:b w:val="0"/>
      </w:rPr>
    </w:lvl>
    <w:lvl w:ilvl="1">
      <w:start w:val="2"/>
      <w:numFmt w:val="decimal"/>
      <w:lvlText w:val="%1.%2."/>
      <w:lvlJc w:val="left"/>
      <w:pPr>
        <w:tabs>
          <w:tab w:val="num" w:pos="965"/>
        </w:tabs>
        <w:ind w:left="965" w:hanging="54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5">
    <w:nsid w:val="41C96C32"/>
    <w:multiLevelType w:val="hybridMultilevel"/>
    <w:tmpl w:val="33F4678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4530049E"/>
    <w:multiLevelType w:val="hybridMultilevel"/>
    <w:tmpl w:val="756AF082"/>
    <w:lvl w:ilvl="0" w:tplc="C89A398E">
      <w:start w:val="2"/>
      <w:numFmt w:val="bullet"/>
      <w:lvlText w:val="-"/>
      <w:lvlJc w:val="left"/>
      <w:pPr>
        <w:ind w:left="405" w:hanging="360"/>
      </w:pPr>
      <w:rPr>
        <w:rFonts w:ascii="Times New Roman" w:eastAsia="Times New Roman" w:hAnsi="Times New Roman" w:cs="Times New Roman" w:hint="default"/>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17">
    <w:nsid w:val="478B6198"/>
    <w:multiLevelType w:val="hybridMultilevel"/>
    <w:tmpl w:val="BEAC6AFC"/>
    <w:lvl w:ilvl="0" w:tplc="D7B835BE">
      <w:start w:val="3"/>
      <w:numFmt w:val="upperRoman"/>
      <w:lvlText w:val="%1."/>
      <w:lvlJc w:val="left"/>
      <w:pPr>
        <w:ind w:left="1080" w:hanging="72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48EE10C5"/>
    <w:multiLevelType w:val="hybridMultilevel"/>
    <w:tmpl w:val="71C4EDA6"/>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4C342DC5"/>
    <w:multiLevelType w:val="hybridMultilevel"/>
    <w:tmpl w:val="5DEA30EE"/>
    <w:lvl w:ilvl="0" w:tplc="F2ECF42A">
      <w:start w:val="1"/>
      <w:numFmt w:val="russianLower"/>
      <w:lvlText w:val="%1)"/>
      <w:lvlJc w:val="left"/>
      <w:pPr>
        <w:tabs>
          <w:tab w:val="num" w:pos="1800"/>
        </w:tabs>
        <w:ind w:left="1800" w:hanging="360"/>
      </w:pPr>
      <w:rPr>
        <w:rFonts w:hint="default"/>
      </w:rPr>
    </w:lvl>
    <w:lvl w:ilvl="1" w:tplc="78A82F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D626697"/>
    <w:multiLevelType w:val="hybridMultilevel"/>
    <w:tmpl w:val="FEE6858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536D42E1"/>
    <w:multiLevelType w:val="hybridMultilevel"/>
    <w:tmpl w:val="EFA8B96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nsid w:val="557538CF"/>
    <w:multiLevelType w:val="multilevel"/>
    <w:tmpl w:val="45DA132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nsid w:val="62DF401A"/>
    <w:multiLevelType w:val="hybridMultilevel"/>
    <w:tmpl w:val="963CDEF8"/>
    <w:lvl w:ilvl="0" w:tplc="B4047F42">
      <w:start w:val="2"/>
      <w:numFmt w:val="bullet"/>
      <w:lvlText w:val=""/>
      <w:lvlJc w:val="left"/>
      <w:pPr>
        <w:ind w:left="717" w:hanging="360"/>
      </w:pPr>
      <w:rPr>
        <w:rFonts w:ascii="Symbol" w:eastAsia="Times New Roman" w:hAnsi="Symbol" w:cs="Times New Roman" w:hint="default"/>
      </w:rPr>
    </w:lvl>
    <w:lvl w:ilvl="1" w:tplc="04020003" w:tentative="1">
      <w:start w:val="1"/>
      <w:numFmt w:val="bullet"/>
      <w:lvlText w:val="o"/>
      <w:lvlJc w:val="left"/>
      <w:pPr>
        <w:ind w:left="1437" w:hanging="360"/>
      </w:pPr>
      <w:rPr>
        <w:rFonts w:ascii="Courier New" w:hAnsi="Courier New" w:cs="Courier New" w:hint="default"/>
      </w:rPr>
    </w:lvl>
    <w:lvl w:ilvl="2" w:tplc="04020005" w:tentative="1">
      <w:start w:val="1"/>
      <w:numFmt w:val="bullet"/>
      <w:lvlText w:val=""/>
      <w:lvlJc w:val="left"/>
      <w:pPr>
        <w:ind w:left="2157" w:hanging="360"/>
      </w:pPr>
      <w:rPr>
        <w:rFonts w:ascii="Wingdings" w:hAnsi="Wingdings" w:hint="default"/>
      </w:rPr>
    </w:lvl>
    <w:lvl w:ilvl="3" w:tplc="04020001" w:tentative="1">
      <w:start w:val="1"/>
      <w:numFmt w:val="bullet"/>
      <w:lvlText w:val=""/>
      <w:lvlJc w:val="left"/>
      <w:pPr>
        <w:ind w:left="2877" w:hanging="360"/>
      </w:pPr>
      <w:rPr>
        <w:rFonts w:ascii="Symbol" w:hAnsi="Symbol" w:hint="default"/>
      </w:rPr>
    </w:lvl>
    <w:lvl w:ilvl="4" w:tplc="04020003" w:tentative="1">
      <w:start w:val="1"/>
      <w:numFmt w:val="bullet"/>
      <w:lvlText w:val="o"/>
      <w:lvlJc w:val="left"/>
      <w:pPr>
        <w:ind w:left="3597" w:hanging="360"/>
      </w:pPr>
      <w:rPr>
        <w:rFonts w:ascii="Courier New" w:hAnsi="Courier New" w:cs="Courier New" w:hint="default"/>
      </w:rPr>
    </w:lvl>
    <w:lvl w:ilvl="5" w:tplc="04020005" w:tentative="1">
      <w:start w:val="1"/>
      <w:numFmt w:val="bullet"/>
      <w:lvlText w:val=""/>
      <w:lvlJc w:val="left"/>
      <w:pPr>
        <w:ind w:left="4317" w:hanging="360"/>
      </w:pPr>
      <w:rPr>
        <w:rFonts w:ascii="Wingdings" w:hAnsi="Wingdings" w:hint="default"/>
      </w:rPr>
    </w:lvl>
    <w:lvl w:ilvl="6" w:tplc="04020001" w:tentative="1">
      <w:start w:val="1"/>
      <w:numFmt w:val="bullet"/>
      <w:lvlText w:val=""/>
      <w:lvlJc w:val="left"/>
      <w:pPr>
        <w:ind w:left="5037" w:hanging="360"/>
      </w:pPr>
      <w:rPr>
        <w:rFonts w:ascii="Symbol" w:hAnsi="Symbol" w:hint="default"/>
      </w:rPr>
    </w:lvl>
    <w:lvl w:ilvl="7" w:tplc="04020003" w:tentative="1">
      <w:start w:val="1"/>
      <w:numFmt w:val="bullet"/>
      <w:lvlText w:val="o"/>
      <w:lvlJc w:val="left"/>
      <w:pPr>
        <w:ind w:left="5757" w:hanging="360"/>
      </w:pPr>
      <w:rPr>
        <w:rFonts w:ascii="Courier New" w:hAnsi="Courier New" w:cs="Courier New" w:hint="default"/>
      </w:rPr>
    </w:lvl>
    <w:lvl w:ilvl="8" w:tplc="04020005" w:tentative="1">
      <w:start w:val="1"/>
      <w:numFmt w:val="bullet"/>
      <w:lvlText w:val=""/>
      <w:lvlJc w:val="left"/>
      <w:pPr>
        <w:ind w:left="6477" w:hanging="360"/>
      </w:pPr>
      <w:rPr>
        <w:rFonts w:ascii="Wingdings" w:hAnsi="Wingdings" w:hint="default"/>
      </w:rPr>
    </w:lvl>
  </w:abstractNum>
  <w:abstractNum w:abstractNumId="26">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7">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4937B41"/>
    <w:multiLevelType w:val="hybridMultilevel"/>
    <w:tmpl w:val="2056ED70"/>
    <w:lvl w:ilvl="0" w:tplc="007C0850">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29">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30">
    <w:nsid w:val="77927668"/>
    <w:multiLevelType w:val="hybridMultilevel"/>
    <w:tmpl w:val="FA1A7544"/>
    <w:lvl w:ilvl="0" w:tplc="D6A88496">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1">
    <w:nsid w:val="7CEA78B0"/>
    <w:multiLevelType w:val="hybridMultilevel"/>
    <w:tmpl w:val="2EC47406"/>
    <w:lvl w:ilvl="0" w:tplc="443627C6">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8"/>
  </w:num>
  <w:num w:numId="3">
    <w:abstractNumId w:val="24"/>
  </w:num>
  <w:num w:numId="4">
    <w:abstractNumId w:val="23"/>
  </w:num>
  <w:num w:numId="5">
    <w:abstractNumId w:val="26"/>
  </w:num>
  <w:num w:numId="6">
    <w:abstractNumId w:val="13"/>
  </w:num>
  <w:num w:numId="7">
    <w:abstractNumId w:val="29"/>
  </w:num>
  <w:num w:numId="8">
    <w:abstractNumId w:val="15"/>
  </w:num>
  <w:num w:numId="9">
    <w:abstractNumId w:val="27"/>
  </w:num>
  <w:num w:numId="10">
    <w:abstractNumId w:val="25"/>
  </w:num>
  <w:num w:numId="11">
    <w:abstractNumId w:val="10"/>
  </w:num>
  <w:num w:numId="12">
    <w:abstractNumId w:val="19"/>
  </w:num>
  <w:num w:numId="13">
    <w:abstractNumId w:val="22"/>
  </w:num>
  <w:num w:numId="14">
    <w:abstractNumId w:val="12"/>
  </w:num>
  <w:num w:numId="15">
    <w:abstractNumId w:val="14"/>
  </w:num>
  <w:num w:numId="16">
    <w:abstractNumId w:val="6"/>
  </w:num>
  <w:num w:numId="17">
    <w:abstractNumId w:val="11"/>
  </w:num>
  <w:num w:numId="18">
    <w:abstractNumId w:val="9"/>
  </w:num>
  <w:num w:numId="19">
    <w:abstractNumId w:val="1"/>
  </w:num>
  <w:num w:numId="20">
    <w:abstractNumId w:val="18"/>
  </w:num>
  <w:num w:numId="21">
    <w:abstractNumId w:val="4"/>
  </w:num>
  <w:num w:numId="22">
    <w:abstractNumId w:val="7"/>
  </w:num>
  <w:num w:numId="23">
    <w:abstractNumId w:val="0"/>
  </w:num>
  <w:num w:numId="24">
    <w:abstractNumId w:val="3"/>
  </w:num>
  <w:num w:numId="25">
    <w:abstractNumId w:val="21"/>
  </w:num>
  <w:num w:numId="26">
    <w:abstractNumId w:val="31"/>
  </w:num>
  <w:num w:numId="27">
    <w:abstractNumId w:val="30"/>
  </w:num>
  <w:num w:numId="28">
    <w:abstractNumId w:val="5"/>
  </w:num>
  <w:num w:numId="29">
    <w:abstractNumId w:val="16"/>
  </w:num>
  <w:num w:numId="30">
    <w:abstractNumId w:val="17"/>
  </w:num>
  <w:num w:numId="31">
    <w:abstractNumId w:val="20"/>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BC3FA2"/>
    <w:rsid w:val="00001995"/>
    <w:rsid w:val="00002025"/>
    <w:rsid w:val="0000208C"/>
    <w:rsid w:val="000063B2"/>
    <w:rsid w:val="000116E6"/>
    <w:rsid w:val="0001216F"/>
    <w:rsid w:val="00012470"/>
    <w:rsid w:val="00014906"/>
    <w:rsid w:val="00015CBB"/>
    <w:rsid w:val="00016F4E"/>
    <w:rsid w:val="00020209"/>
    <w:rsid w:val="00020DBB"/>
    <w:rsid w:val="00027A8C"/>
    <w:rsid w:val="00033F98"/>
    <w:rsid w:val="0003551D"/>
    <w:rsid w:val="000427D5"/>
    <w:rsid w:val="0004568C"/>
    <w:rsid w:val="00045CBD"/>
    <w:rsid w:val="00047ADB"/>
    <w:rsid w:val="00050769"/>
    <w:rsid w:val="00050FF4"/>
    <w:rsid w:val="0005213A"/>
    <w:rsid w:val="00054E5B"/>
    <w:rsid w:val="000616FF"/>
    <w:rsid w:val="00062C25"/>
    <w:rsid w:val="00065C25"/>
    <w:rsid w:val="000670F2"/>
    <w:rsid w:val="000713B6"/>
    <w:rsid w:val="0007211A"/>
    <w:rsid w:val="00073E62"/>
    <w:rsid w:val="00074FD6"/>
    <w:rsid w:val="000771F7"/>
    <w:rsid w:val="00081F75"/>
    <w:rsid w:val="000865A2"/>
    <w:rsid w:val="0008729C"/>
    <w:rsid w:val="000947E5"/>
    <w:rsid w:val="00095223"/>
    <w:rsid w:val="0009668F"/>
    <w:rsid w:val="00096FE3"/>
    <w:rsid w:val="000975E3"/>
    <w:rsid w:val="000A2EBC"/>
    <w:rsid w:val="000A4A2C"/>
    <w:rsid w:val="000A55E3"/>
    <w:rsid w:val="000A729D"/>
    <w:rsid w:val="000B0379"/>
    <w:rsid w:val="000B21E4"/>
    <w:rsid w:val="000B2F4B"/>
    <w:rsid w:val="000B5790"/>
    <w:rsid w:val="000B7EA0"/>
    <w:rsid w:val="000C176B"/>
    <w:rsid w:val="000C2015"/>
    <w:rsid w:val="000C259D"/>
    <w:rsid w:val="000C4238"/>
    <w:rsid w:val="000C48A6"/>
    <w:rsid w:val="000C4D6B"/>
    <w:rsid w:val="000C50B4"/>
    <w:rsid w:val="000C78B8"/>
    <w:rsid w:val="000C7D45"/>
    <w:rsid w:val="000D1CE9"/>
    <w:rsid w:val="000D286A"/>
    <w:rsid w:val="000D41AA"/>
    <w:rsid w:val="000E2725"/>
    <w:rsid w:val="000E328F"/>
    <w:rsid w:val="000E3814"/>
    <w:rsid w:val="000F00AF"/>
    <w:rsid w:val="000F0980"/>
    <w:rsid w:val="000F0DD0"/>
    <w:rsid w:val="000F358E"/>
    <w:rsid w:val="000F3BDF"/>
    <w:rsid w:val="000F4CA2"/>
    <w:rsid w:val="00102BF7"/>
    <w:rsid w:val="00104B30"/>
    <w:rsid w:val="0010567A"/>
    <w:rsid w:val="001113EF"/>
    <w:rsid w:val="00112D23"/>
    <w:rsid w:val="001138C9"/>
    <w:rsid w:val="0011473B"/>
    <w:rsid w:val="00115B61"/>
    <w:rsid w:val="00115C58"/>
    <w:rsid w:val="0011691F"/>
    <w:rsid w:val="00116FDD"/>
    <w:rsid w:val="00123138"/>
    <w:rsid w:val="0012524E"/>
    <w:rsid w:val="001303F4"/>
    <w:rsid w:val="00130DED"/>
    <w:rsid w:val="00133369"/>
    <w:rsid w:val="0013475C"/>
    <w:rsid w:val="001367A6"/>
    <w:rsid w:val="0014175D"/>
    <w:rsid w:val="00142843"/>
    <w:rsid w:val="00143007"/>
    <w:rsid w:val="0014304B"/>
    <w:rsid w:val="0014679E"/>
    <w:rsid w:val="00147C92"/>
    <w:rsid w:val="00147DFD"/>
    <w:rsid w:val="0015461E"/>
    <w:rsid w:val="001605F1"/>
    <w:rsid w:val="00160EFD"/>
    <w:rsid w:val="001628F2"/>
    <w:rsid w:val="00164FFC"/>
    <w:rsid w:val="001670F6"/>
    <w:rsid w:val="001671AE"/>
    <w:rsid w:val="00172652"/>
    <w:rsid w:val="00172D56"/>
    <w:rsid w:val="00173C6A"/>
    <w:rsid w:val="00173D0C"/>
    <w:rsid w:val="00176116"/>
    <w:rsid w:val="00176838"/>
    <w:rsid w:val="001773F6"/>
    <w:rsid w:val="00180091"/>
    <w:rsid w:val="001809F2"/>
    <w:rsid w:val="00184B66"/>
    <w:rsid w:val="00185825"/>
    <w:rsid w:val="0018656E"/>
    <w:rsid w:val="00186C35"/>
    <w:rsid w:val="001914A0"/>
    <w:rsid w:val="00191E0B"/>
    <w:rsid w:val="00193ABB"/>
    <w:rsid w:val="00194B40"/>
    <w:rsid w:val="001972AA"/>
    <w:rsid w:val="001A0452"/>
    <w:rsid w:val="001A2A55"/>
    <w:rsid w:val="001A2D28"/>
    <w:rsid w:val="001A6C2F"/>
    <w:rsid w:val="001A7223"/>
    <w:rsid w:val="001B17ED"/>
    <w:rsid w:val="001B3035"/>
    <w:rsid w:val="001B3C9E"/>
    <w:rsid w:val="001B7C4A"/>
    <w:rsid w:val="001B7F8E"/>
    <w:rsid w:val="001C12B0"/>
    <w:rsid w:val="001C194A"/>
    <w:rsid w:val="001C23CD"/>
    <w:rsid w:val="001C2515"/>
    <w:rsid w:val="001C558B"/>
    <w:rsid w:val="001C5D4E"/>
    <w:rsid w:val="001C74A9"/>
    <w:rsid w:val="001C7FD8"/>
    <w:rsid w:val="001D137C"/>
    <w:rsid w:val="001D7833"/>
    <w:rsid w:val="001E29EC"/>
    <w:rsid w:val="001E3A7F"/>
    <w:rsid w:val="001E3D27"/>
    <w:rsid w:val="001E51D5"/>
    <w:rsid w:val="001E6EC2"/>
    <w:rsid w:val="001E7B80"/>
    <w:rsid w:val="001F2FF9"/>
    <w:rsid w:val="001F4666"/>
    <w:rsid w:val="001F566A"/>
    <w:rsid w:val="001F657F"/>
    <w:rsid w:val="00200122"/>
    <w:rsid w:val="002019E6"/>
    <w:rsid w:val="00204ACD"/>
    <w:rsid w:val="00205FC9"/>
    <w:rsid w:val="00206A12"/>
    <w:rsid w:val="00211CB9"/>
    <w:rsid w:val="00211D9D"/>
    <w:rsid w:val="002135C5"/>
    <w:rsid w:val="00213FD8"/>
    <w:rsid w:val="00214404"/>
    <w:rsid w:val="0021618C"/>
    <w:rsid w:val="00216CC9"/>
    <w:rsid w:val="00220569"/>
    <w:rsid w:val="00224DE4"/>
    <w:rsid w:val="0022686D"/>
    <w:rsid w:val="00230100"/>
    <w:rsid w:val="002304A0"/>
    <w:rsid w:val="0023452C"/>
    <w:rsid w:val="00237E65"/>
    <w:rsid w:val="00245A3C"/>
    <w:rsid w:val="002511F3"/>
    <w:rsid w:val="00251CD1"/>
    <w:rsid w:val="002526D2"/>
    <w:rsid w:val="00253877"/>
    <w:rsid w:val="00254B83"/>
    <w:rsid w:val="00263499"/>
    <w:rsid w:val="0026585A"/>
    <w:rsid w:val="002709A3"/>
    <w:rsid w:val="00273517"/>
    <w:rsid w:val="00273F7B"/>
    <w:rsid w:val="00274745"/>
    <w:rsid w:val="002757F3"/>
    <w:rsid w:val="002763AF"/>
    <w:rsid w:val="002774A1"/>
    <w:rsid w:val="00282057"/>
    <w:rsid w:val="002820CF"/>
    <w:rsid w:val="00285311"/>
    <w:rsid w:val="00291025"/>
    <w:rsid w:val="002949B7"/>
    <w:rsid w:val="00297310"/>
    <w:rsid w:val="002A00ED"/>
    <w:rsid w:val="002A026C"/>
    <w:rsid w:val="002A1C2A"/>
    <w:rsid w:val="002A3308"/>
    <w:rsid w:val="002A4996"/>
    <w:rsid w:val="002B2A6B"/>
    <w:rsid w:val="002B34D1"/>
    <w:rsid w:val="002B38B1"/>
    <w:rsid w:val="002B6387"/>
    <w:rsid w:val="002C5B86"/>
    <w:rsid w:val="002C77D3"/>
    <w:rsid w:val="002D105A"/>
    <w:rsid w:val="002D1406"/>
    <w:rsid w:val="002D17CA"/>
    <w:rsid w:val="002D17F8"/>
    <w:rsid w:val="002D2124"/>
    <w:rsid w:val="002D310F"/>
    <w:rsid w:val="002D3849"/>
    <w:rsid w:val="002D4B45"/>
    <w:rsid w:val="002D5B16"/>
    <w:rsid w:val="002D7C14"/>
    <w:rsid w:val="002D7D4F"/>
    <w:rsid w:val="002E3347"/>
    <w:rsid w:val="002E58B3"/>
    <w:rsid w:val="002E65FF"/>
    <w:rsid w:val="002F21E0"/>
    <w:rsid w:val="002F41C9"/>
    <w:rsid w:val="002F6C32"/>
    <w:rsid w:val="002F7F13"/>
    <w:rsid w:val="0030074C"/>
    <w:rsid w:val="0030555C"/>
    <w:rsid w:val="00305A66"/>
    <w:rsid w:val="003069DC"/>
    <w:rsid w:val="00306F0D"/>
    <w:rsid w:val="00307094"/>
    <w:rsid w:val="0031103E"/>
    <w:rsid w:val="00312841"/>
    <w:rsid w:val="003134AE"/>
    <w:rsid w:val="00316028"/>
    <w:rsid w:val="00317C16"/>
    <w:rsid w:val="00321432"/>
    <w:rsid w:val="00323930"/>
    <w:rsid w:val="00332102"/>
    <w:rsid w:val="00333E81"/>
    <w:rsid w:val="003353E4"/>
    <w:rsid w:val="00335B40"/>
    <w:rsid w:val="003400E5"/>
    <w:rsid w:val="00342318"/>
    <w:rsid w:val="0034253A"/>
    <w:rsid w:val="003447CF"/>
    <w:rsid w:val="003529A9"/>
    <w:rsid w:val="00353000"/>
    <w:rsid w:val="00353282"/>
    <w:rsid w:val="003535FD"/>
    <w:rsid w:val="00353D9F"/>
    <w:rsid w:val="00355B38"/>
    <w:rsid w:val="003566C1"/>
    <w:rsid w:val="003576FE"/>
    <w:rsid w:val="00357B89"/>
    <w:rsid w:val="00364385"/>
    <w:rsid w:val="00364D94"/>
    <w:rsid w:val="00366A75"/>
    <w:rsid w:val="00367C35"/>
    <w:rsid w:val="00374005"/>
    <w:rsid w:val="00374CBF"/>
    <w:rsid w:val="00375423"/>
    <w:rsid w:val="0037594F"/>
    <w:rsid w:val="00385669"/>
    <w:rsid w:val="003869CA"/>
    <w:rsid w:val="00390330"/>
    <w:rsid w:val="003A2064"/>
    <w:rsid w:val="003A2DB7"/>
    <w:rsid w:val="003A5840"/>
    <w:rsid w:val="003B1394"/>
    <w:rsid w:val="003B3BB6"/>
    <w:rsid w:val="003B64F2"/>
    <w:rsid w:val="003B6667"/>
    <w:rsid w:val="003C3E21"/>
    <w:rsid w:val="003C5DDF"/>
    <w:rsid w:val="003C6254"/>
    <w:rsid w:val="003C7EBA"/>
    <w:rsid w:val="003D23FE"/>
    <w:rsid w:val="003D2583"/>
    <w:rsid w:val="003D286A"/>
    <w:rsid w:val="003D4B8F"/>
    <w:rsid w:val="003D5505"/>
    <w:rsid w:val="003D6FD0"/>
    <w:rsid w:val="003E115C"/>
    <w:rsid w:val="003E13D5"/>
    <w:rsid w:val="003E2D4B"/>
    <w:rsid w:val="003E40A0"/>
    <w:rsid w:val="003E43CA"/>
    <w:rsid w:val="003F1446"/>
    <w:rsid w:val="003F35C1"/>
    <w:rsid w:val="0040118A"/>
    <w:rsid w:val="00406E87"/>
    <w:rsid w:val="0040755A"/>
    <w:rsid w:val="004107CD"/>
    <w:rsid w:val="00413958"/>
    <w:rsid w:val="004142CC"/>
    <w:rsid w:val="00414A25"/>
    <w:rsid w:val="0041629E"/>
    <w:rsid w:val="00416860"/>
    <w:rsid w:val="00417191"/>
    <w:rsid w:val="00417D00"/>
    <w:rsid w:val="00417D79"/>
    <w:rsid w:val="00420D90"/>
    <w:rsid w:val="004223E2"/>
    <w:rsid w:val="00423E5E"/>
    <w:rsid w:val="00424F6C"/>
    <w:rsid w:val="004300CD"/>
    <w:rsid w:val="004319E9"/>
    <w:rsid w:val="00432BB6"/>
    <w:rsid w:val="00433119"/>
    <w:rsid w:val="00433279"/>
    <w:rsid w:val="004357B0"/>
    <w:rsid w:val="0043682A"/>
    <w:rsid w:val="00441D01"/>
    <w:rsid w:val="00442DEC"/>
    <w:rsid w:val="00443469"/>
    <w:rsid w:val="00443CC1"/>
    <w:rsid w:val="00446F2A"/>
    <w:rsid w:val="00450AFE"/>
    <w:rsid w:val="004530B6"/>
    <w:rsid w:val="00453EF7"/>
    <w:rsid w:val="004559CC"/>
    <w:rsid w:val="00460514"/>
    <w:rsid w:val="00461F62"/>
    <w:rsid w:val="00464BED"/>
    <w:rsid w:val="0046530C"/>
    <w:rsid w:val="004674C0"/>
    <w:rsid w:val="00472131"/>
    <w:rsid w:val="004722E5"/>
    <w:rsid w:val="0047461F"/>
    <w:rsid w:val="0047647A"/>
    <w:rsid w:val="004764D6"/>
    <w:rsid w:val="004773CA"/>
    <w:rsid w:val="004777D0"/>
    <w:rsid w:val="0048094F"/>
    <w:rsid w:val="00480DD1"/>
    <w:rsid w:val="00482BCA"/>
    <w:rsid w:val="00484B9A"/>
    <w:rsid w:val="00490646"/>
    <w:rsid w:val="004974A1"/>
    <w:rsid w:val="004A0A74"/>
    <w:rsid w:val="004A0CA5"/>
    <w:rsid w:val="004A31BB"/>
    <w:rsid w:val="004A324F"/>
    <w:rsid w:val="004A3A85"/>
    <w:rsid w:val="004A44FF"/>
    <w:rsid w:val="004A6936"/>
    <w:rsid w:val="004B5A07"/>
    <w:rsid w:val="004C05BC"/>
    <w:rsid w:val="004C3726"/>
    <w:rsid w:val="004C3970"/>
    <w:rsid w:val="004C3B68"/>
    <w:rsid w:val="004C5249"/>
    <w:rsid w:val="004C675E"/>
    <w:rsid w:val="004C7AB8"/>
    <w:rsid w:val="004D1CF0"/>
    <w:rsid w:val="004D390D"/>
    <w:rsid w:val="004D6683"/>
    <w:rsid w:val="004E1C90"/>
    <w:rsid w:val="004E2522"/>
    <w:rsid w:val="004E2C37"/>
    <w:rsid w:val="004E55CB"/>
    <w:rsid w:val="004E573A"/>
    <w:rsid w:val="004E587D"/>
    <w:rsid w:val="004F1F17"/>
    <w:rsid w:val="004F57C2"/>
    <w:rsid w:val="004F74D2"/>
    <w:rsid w:val="004F77DE"/>
    <w:rsid w:val="00501C1D"/>
    <w:rsid w:val="00505F7F"/>
    <w:rsid w:val="0050666F"/>
    <w:rsid w:val="00510FD7"/>
    <w:rsid w:val="005120C7"/>
    <w:rsid w:val="0051363B"/>
    <w:rsid w:val="0051640F"/>
    <w:rsid w:val="00516B85"/>
    <w:rsid w:val="00516F78"/>
    <w:rsid w:val="00517DA1"/>
    <w:rsid w:val="005207FE"/>
    <w:rsid w:val="005221F0"/>
    <w:rsid w:val="00523187"/>
    <w:rsid w:val="00526876"/>
    <w:rsid w:val="005308EB"/>
    <w:rsid w:val="005345BD"/>
    <w:rsid w:val="005350A6"/>
    <w:rsid w:val="00536546"/>
    <w:rsid w:val="005374BD"/>
    <w:rsid w:val="00540FB9"/>
    <w:rsid w:val="00541B84"/>
    <w:rsid w:val="00543FA9"/>
    <w:rsid w:val="00544617"/>
    <w:rsid w:val="00550716"/>
    <w:rsid w:val="00551E8A"/>
    <w:rsid w:val="00557257"/>
    <w:rsid w:val="0056083A"/>
    <w:rsid w:val="0056315E"/>
    <w:rsid w:val="005645D7"/>
    <w:rsid w:val="00565B50"/>
    <w:rsid w:val="00570F01"/>
    <w:rsid w:val="00573599"/>
    <w:rsid w:val="00575FCA"/>
    <w:rsid w:val="005853A1"/>
    <w:rsid w:val="00586BC2"/>
    <w:rsid w:val="00590C48"/>
    <w:rsid w:val="0059148A"/>
    <w:rsid w:val="00591CCC"/>
    <w:rsid w:val="00591F0B"/>
    <w:rsid w:val="00594983"/>
    <w:rsid w:val="005A2583"/>
    <w:rsid w:val="005A3A74"/>
    <w:rsid w:val="005A6112"/>
    <w:rsid w:val="005A7DFB"/>
    <w:rsid w:val="005B409E"/>
    <w:rsid w:val="005B66BB"/>
    <w:rsid w:val="005C0C62"/>
    <w:rsid w:val="005C2867"/>
    <w:rsid w:val="005C3427"/>
    <w:rsid w:val="005C4AAA"/>
    <w:rsid w:val="005C6AAC"/>
    <w:rsid w:val="005C6AE2"/>
    <w:rsid w:val="005D038E"/>
    <w:rsid w:val="005D0FAB"/>
    <w:rsid w:val="005D19F0"/>
    <w:rsid w:val="005D1E1D"/>
    <w:rsid w:val="005D2324"/>
    <w:rsid w:val="005D4EF7"/>
    <w:rsid w:val="005E62B7"/>
    <w:rsid w:val="005E6823"/>
    <w:rsid w:val="005E74A0"/>
    <w:rsid w:val="005E7CEB"/>
    <w:rsid w:val="005F1142"/>
    <w:rsid w:val="005F608B"/>
    <w:rsid w:val="00601395"/>
    <w:rsid w:val="0060558E"/>
    <w:rsid w:val="00607AAC"/>
    <w:rsid w:val="006104EB"/>
    <w:rsid w:val="0061400C"/>
    <w:rsid w:val="00614348"/>
    <w:rsid w:val="006145B8"/>
    <w:rsid w:val="00614780"/>
    <w:rsid w:val="00614889"/>
    <w:rsid w:val="00615F73"/>
    <w:rsid w:val="006170C2"/>
    <w:rsid w:val="0061799A"/>
    <w:rsid w:val="00621AFF"/>
    <w:rsid w:val="00621D90"/>
    <w:rsid w:val="0062629A"/>
    <w:rsid w:val="00630854"/>
    <w:rsid w:val="00632A9B"/>
    <w:rsid w:val="00633750"/>
    <w:rsid w:val="006342C7"/>
    <w:rsid w:val="00635C5F"/>
    <w:rsid w:val="00640FEA"/>
    <w:rsid w:val="00641B80"/>
    <w:rsid w:val="00641F79"/>
    <w:rsid w:val="006427B9"/>
    <w:rsid w:val="006447FD"/>
    <w:rsid w:val="006468CF"/>
    <w:rsid w:val="00650332"/>
    <w:rsid w:val="0065363F"/>
    <w:rsid w:val="00654F90"/>
    <w:rsid w:val="00656C21"/>
    <w:rsid w:val="0065710F"/>
    <w:rsid w:val="00661419"/>
    <w:rsid w:val="006616D7"/>
    <w:rsid w:val="00662161"/>
    <w:rsid w:val="006638CE"/>
    <w:rsid w:val="00664129"/>
    <w:rsid w:val="00665151"/>
    <w:rsid w:val="00666108"/>
    <w:rsid w:val="00666CB7"/>
    <w:rsid w:val="0067158A"/>
    <w:rsid w:val="006746FD"/>
    <w:rsid w:val="00680F0A"/>
    <w:rsid w:val="00686446"/>
    <w:rsid w:val="00690111"/>
    <w:rsid w:val="0069020D"/>
    <w:rsid w:val="006949FC"/>
    <w:rsid w:val="00695F3D"/>
    <w:rsid w:val="006A0790"/>
    <w:rsid w:val="006A1970"/>
    <w:rsid w:val="006A2853"/>
    <w:rsid w:val="006A4567"/>
    <w:rsid w:val="006A5AA6"/>
    <w:rsid w:val="006A6F7C"/>
    <w:rsid w:val="006A7849"/>
    <w:rsid w:val="006B161D"/>
    <w:rsid w:val="006B3DEE"/>
    <w:rsid w:val="006B589F"/>
    <w:rsid w:val="006B61C1"/>
    <w:rsid w:val="006B74D8"/>
    <w:rsid w:val="006C01BA"/>
    <w:rsid w:val="006C1480"/>
    <w:rsid w:val="006C2434"/>
    <w:rsid w:val="006C2C8A"/>
    <w:rsid w:val="006C47F0"/>
    <w:rsid w:val="006C5209"/>
    <w:rsid w:val="006C5D8B"/>
    <w:rsid w:val="006C6129"/>
    <w:rsid w:val="006C7103"/>
    <w:rsid w:val="006D086D"/>
    <w:rsid w:val="006D2D4C"/>
    <w:rsid w:val="006D73E5"/>
    <w:rsid w:val="006E49F0"/>
    <w:rsid w:val="006E589F"/>
    <w:rsid w:val="006E6F60"/>
    <w:rsid w:val="006E7C4D"/>
    <w:rsid w:val="006F3FBE"/>
    <w:rsid w:val="006F6E38"/>
    <w:rsid w:val="006F7B12"/>
    <w:rsid w:val="00704279"/>
    <w:rsid w:val="00706DF3"/>
    <w:rsid w:val="007146BC"/>
    <w:rsid w:val="007218AF"/>
    <w:rsid w:val="00723E34"/>
    <w:rsid w:val="00724493"/>
    <w:rsid w:val="00725B85"/>
    <w:rsid w:val="00727FCE"/>
    <w:rsid w:val="00730AA0"/>
    <w:rsid w:val="007318E0"/>
    <w:rsid w:val="007330DA"/>
    <w:rsid w:val="007354EA"/>
    <w:rsid w:val="00735CB5"/>
    <w:rsid w:val="0074147F"/>
    <w:rsid w:val="007418F9"/>
    <w:rsid w:val="00743992"/>
    <w:rsid w:val="00750346"/>
    <w:rsid w:val="00752AD2"/>
    <w:rsid w:val="00753E04"/>
    <w:rsid w:val="007577BD"/>
    <w:rsid w:val="0076030A"/>
    <w:rsid w:val="0076095A"/>
    <w:rsid w:val="007620DE"/>
    <w:rsid w:val="007635CD"/>
    <w:rsid w:val="0076486D"/>
    <w:rsid w:val="007660C1"/>
    <w:rsid w:val="00770583"/>
    <w:rsid w:val="00771953"/>
    <w:rsid w:val="00772684"/>
    <w:rsid w:val="007762A3"/>
    <w:rsid w:val="00777AE7"/>
    <w:rsid w:val="00782310"/>
    <w:rsid w:val="007839DE"/>
    <w:rsid w:val="007861B1"/>
    <w:rsid w:val="007863D1"/>
    <w:rsid w:val="007875D0"/>
    <w:rsid w:val="007875F9"/>
    <w:rsid w:val="00790E6A"/>
    <w:rsid w:val="00795939"/>
    <w:rsid w:val="007A242A"/>
    <w:rsid w:val="007A78B5"/>
    <w:rsid w:val="007A79D3"/>
    <w:rsid w:val="007A7BE1"/>
    <w:rsid w:val="007B1EF1"/>
    <w:rsid w:val="007B2571"/>
    <w:rsid w:val="007B2671"/>
    <w:rsid w:val="007B4608"/>
    <w:rsid w:val="007B4E1C"/>
    <w:rsid w:val="007B5F9E"/>
    <w:rsid w:val="007B7DBC"/>
    <w:rsid w:val="007B7F89"/>
    <w:rsid w:val="007C4EC8"/>
    <w:rsid w:val="007D169B"/>
    <w:rsid w:val="007D26B0"/>
    <w:rsid w:val="007D2750"/>
    <w:rsid w:val="007D5E92"/>
    <w:rsid w:val="007E1342"/>
    <w:rsid w:val="007E5D2C"/>
    <w:rsid w:val="007F2865"/>
    <w:rsid w:val="007F4215"/>
    <w:rsid w:val="007F5825"/>
    <w:rsid w:val="007F65E6"/>
    <w:rsid w:val="007F7CD5"/>
    <w:rsid w:val="00800FD6"/>
    <w:rsid w:val="00802F05"/>
    <w:rsid w:val="00803C81"/>
    <w:rsid w:val="008046AE"/>
    <w:rsid w:val="0081016D"/>
    <w:rsid w:val="00810D5C"/>
    <w:rsid w:val="008136CF"/>
    <w:rsid w:val="00813EC2"/>
    <w:rsid w:val="008147B1"/>
    <w:rsid w:val="00817676"/>
    <w:rsid w:val="0082052C"/>
    <w:rsid w:val="00821E24"/>
    <w:rsid w:val="00821FB5"/>
    <w:rsid w:val="00824534"/>
    <w:rsid w:val="00827516"/>
    <w:rsid w:val="00827F2D"/>
    <w:rsid w:val="0083078C"/>
    <w:rsid w:val="00830951"/>
    <w:rsid w:val="00834E8A"/>
    <w:rsid w:val="008452FD"/>
    <w:rsid w:val="00847C1B"/>
    <w:rsid w:val="0085180A"/>
    <w:rsid w:val="0085185B"/>
    <w:rsid w:val="00853C90"/>
    <w:rsid w:val="00853E84"/>
    <w:rsid w:val="00855400"/>
    <w:rsid w:val="008567AE"/>
    <w:rsid w:val="0085746F"/>
    <w:rsid w:val="00860370"/>
    <w:rsid w:val="008647D6"/>
    <w:rsid w:val="00870CB2"/>
    <w:rsid w:val="0087211A"/>
    <w:rsid w:val="008732CB"/>
    <w:rsid w:val="0087391D"/>
    <w:rsid w:val="00874344"/>
    <w:rsid w:val="008757D5"/>
    <w:rsid w:val="00877775"/>
    <w:rsid w:val="00877CC0"/>
    <w:rsid w:val="00882474"/>
    <w:rsid w:val="0088323E"/>
    <w:rsid w:val="00884CAA"/>
    <w:rsid w:val="0088751F"/>
    <w:rsid w:val="008900D9"/>
    <w:rsid w:val="00892FB9"/>
    <w:rsid w:val="00893C12"/>
    <w:rsid w:val="008A1555"/>
    <w:rsid w:val="008A426B"/>
    <w:rsid w:val="008B28DF"/>
    <w:rsid w:val="008B512E"/>
    <w:rsid w:val="008B61E8"/>
    <w:rsid w:val="008C295B"/>
    <w:rsid w:val="008C53AC"/>
    <w:rsid w:val="008D00E5"/>
    <w:rsid w:val="008D08DA"/>
    <w:rsid w:val="008D1075"/>
    <w:rsid w:val="008D30ED"/>
    <w:rsid w:val="008D74A2"/>
    <w:rsid w:val="008D77A8"/>
    <w:rsid w:val="008D7BC9"/>
    <w:rsid w:val="008E05E7"/>
    <w:rsid w:val="008E5BFD"/>
    <w:rsid w:val="008F5AD5"/>
    <w:rsid w:val="009003A9"/>
    <w:rsid w:val="00900C48"/>
    <w:rsid w:val="00901534"/>
    <w:rsid w:val="00907CA8"/>
    <w:rsid w:val="0091144C"/>
    <w:rsid w:val="00911C04"/>
    <w:rsid w:val="00913A6F"/>
    <w:rsid w:val="00916B4D"/>
    <w:rsid w:val="00917C9E"/>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2001"/>
    <w:rsid w:val="009533EB"/>
    <w:rsid w:val="0095437E"/>
    <w:rsid w:val="00954BD0"/>
    <w:rsid w:val="00954E04"/>
    <w:rsid w:val="00957E3A"/>
    <w:rsid w:val="009654FE"/>
    <w:rsid w:val="0096615F"/>
    <w:rsid w:val="00967DEB"/>
    <w:rsid w:val="009712B2"/>
    <w:rsid w:val="00972EA6"/>
    <w:rsid w:val="00974C2E"/>
    <w:rsid w:val="0097714B"/>
    <w:rsid w:val="00980AD6"/>
    <w:rsid w:val="00982CF3"/>
    <w:rsid w:val="00982E68"/>
    <w:rsid w:val="00985E32"/>
    <w:rsid w:val="00987B0D"/>
    <w:rsid w:val="00991383"/>
    <w:rsid w:val="00991CA8"/>
    <w:rsid w:val="009933F0"/>
    <w:rsid w:val="00994439"/>
    <w:rsid w:val="009958A3"/>
    <w:rsid w:val="009A1815"/>
    <w:rsid w:val="009A1A33"/>
    <w:rsid w:val="009A529E"/>
    <w:rsid w:val="009A79F9"/>
    <w:rsid w:val="009A7DC7"/>
    <w:rsid w:val="009B01DB"/>
    <w:rsid w:val="009B0AB4"/>
    <w:rsid w:val="009B1E53"/>
    <w:rsid w:val="009B24BD"/>
    <w:rsid w:val="009B310F"/>
    <w:rsid w:val="009B741B"/>
    <w:rsid w:val="009B7F32"/>
    <w:rsid w:val="009C0372"/>
    <w:rsid w:val="009C1425"/>
    <w:rsid w:val="009C2F16"/>
    <w:rsid w:val="009C5062"/>
    <w:rsid w:val="009C6BE2"/>
    <w:rsid w:val="009D14DE"/>
    <w:rsid w:val="009D2516"/>
    <w:rsid w:val="009D455F"/>
    <w:rsid w:val="009D5A7F"/>
    <w:rsid w:val="009E0186"/>
    <w:rsid w:val="009E1B74"/>
    <w:rsid w:val="009E3798"/>
    <w:rsid w:val="009E3B80"/>
    <w:rsid w:val="009E5DC1"/>
    <w:rsid w:val="009E69FA"/>
    <w:rsid w:val="009F09C0"/>
    <w:rsid w:val="009F0EB2"/>
    <w:rsid w:val="009F13CA"/>
    <w:rsid w:val="009F1BAF"/>
    <w:rsid w:val="009F2E05"/>
    <w:rsid w:val="009F505E"/>
    <w:rsid w:val="009F5F15"/>
    <w:rsid w:val="009F67D2"/>
    <w:rsid w:val="009F7A58"/>
    <w:rsid w:val="00A02724"/>
    <w:rsid w:val="00A0404C"/>
    <w:rsid w:val="00A054E5"/>
    <w:rsid w:val="00A21AA2"/>
    <w:rsid w:val="00A22150"/>
    <w:rsid w:val="00A25CE4"/>
    <w:rsid w:val="00A27784"/>
    <w:rsid w:val="00A304E9"/>
    <w:rsid w:val="00A3113C"/>
    <w:rsid w:val="00A31D20"/>
    <w:rsid w:val="00A4180D"/>
    <w:rsid w:val="00A465CD"/>
    <w:rsid w:val="00A525C9"/>
    <w:rsid w:val="00A5520D"/>
    <w:rsid w:val="00A55A73"/>
    <w:rsid w:val="00A55E45"/>
    <w:rsid w:val="00A61ACA"/>
    <w:rsid w:val="00A64A82"/>
    <w:rsid w:val="00A64C9F"/>
    <w:rsid w:val="00A6585A"/>
    <w:rsid w:val="00A67593"/>
    <w:rsid w:val="00A67961"/>
    <w:rsid w:val="00A70FF4"/>
    <w:rsid w:val="00A71FB8"/>
    <w:rsid w:val="00A7357C"/>
    <w:rsid w:val="00A76DFE"/>
    <w:rsid w:val="00A850B4"/>
    <w:rsid w:val="00A87426"/>
    <w:rsid w:val="00A8795E"/>
    <w:rsid w:val="00A91B57"/>
    <w:rsid w:val="00A926DC"/>
    <w:rsid w:val="00A927E4"/>
    <w:rsid w:val="00A93DAE"/>
    <w:rsid w:val="00A95005"/>
    <w:rsid w:val="00A95ACD"/>
    <w:rsid w:val="00A95DFE"/>
    <w:rsid w:val="00A97636"/>
    <w:rsid w:val="00A97E5D"/>
    <w:rsid w:val="00A97ECB"/>
    <w:rsid w:val="00AA249F"/>
    <w:rsid w:val="00AA2795"/>
    <w:rsid w:val="00AA2951"/>
    <w:rsid w:val="00AA30C7"/>
    <w:rsid w:val="00AA37C4"/>
    <w:rsid w:val="00AA394B"/>
    <w:rsid w:val="00AA4CC6"/>
    <w:rsid w:val="00AA6645"/>
    <w:rsid w:val="00AB1BC9"/>
    <w:rsid w:val="00AB2723"/>
    <w:rsid w:val="00AB3BAD"/>
    <w:rsid w:val="00AB45BA"/>
    <w:rsid w:val="00AC215B"/>
    <w:rsid w:val="00AC743A"/>
    <w:rsid w:val="00AD0D80"/>
    <w:rsid w:val="00AD420C"/>
    <w:rsid w:val="00AE0592"/>
    <w:rsid w:val="00AE5079"/>
    <w:rsid w:val="00AF024D"/>
    <w:rsid w:val="00AF0921"/>
    <w:rsid w:val="00AF5B12"/>
    <w:rsid w:val="00AF7B3D"/>
    <w:rsid w:val="00B01977"/>
    <w:rsid w:val="00B03382"/>
    <w:rsid w:val="00B05E7A"/>
    <w:rsid w:val="00B06485"/>
    <w:rsid w:val="00B07552"/>
    <w:rsid w:val="00B076F4"/>
    <w:rsid w:val="00B16BBE"/>
    <w:rsid w:val="00B20B6D"/>
    <w:rsid w:val="00B2161B"/>
    <w:rsid w:val="00B22873"/>
    <w:rsid w:val="00B22F7A"/>
    <w:rsid w:val="00B2320C"/>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0595"/>
    <w:rsid w:val="00B61080"/>
    <w:rsid w:val="00B62BE0"/>
    <w:rsid w:val="00B642AE"/>
    <w:rsid w:val="00B668C7"/>
    <w:rsid w:val="00B66979"/>
    <w:rsid w:val="00B73C88"/>
    <w:rsid w:val="00B74629"/>
    <w:rsid w:val="00B756F5"/>
    <w:rsid w:val="00B7602B"/>
    <w:rsid w:val="00B8586C"/>
    <w:rsid w:val="00B8793A"/>
    <w:rsid w:val="00B91CEC"/>
    <w:rsid w:val="00B92FEA"/>
    <w:rsid w:val="00B938D2"/>
    <w:rsid w:val="00B95661"/>
    <w:rsid w:val="00B97721"/>
    <w:rsid w:val="00BA20E4"/>
    <w:rsid w:val="00BA36C1"/>
    <w:rsid w:val="00BA58DD"/>
    <w:rsid w:val="00BA5A92"/>
    <w:rsid w:val="00BA6795"/>
    <w:rsid w:val="00BB463A"/>
    <w:rsid w:val="00BC01E8"/>
    <w:rsid w:val="00BC09A0"/>
    <w:rsid w:val="00BC3FA2"/>
    <w:rsid w:val="00BC5B10"/>
    <w:rsid w:val="00BC62DC"/>
    <w:rsid w:val="00BC64B9"/>
    <w:rsid w:val="00BC6EA4"/>
    <w:rsid w:val="00BD1574"/>
    <w:rsid w:val="00BD1C1F"/>
    <w:rsid w:val="00BD226D"/>
    <w:rsid w:val="00BD3B5D"/>
    <w:rsid w:val="00BD401F"/>
    <w:rsid w:val="00BD4CFD"/>
    <w:rsid w:val="00BD4DF6"/>
    <w:rsid w:val="00BD625D"/>
    <w:rsid w:val="00BE0FC8"/>
    <w:rsid w:val="00BE253D"/>
    <w:rsid w:val="00BE3064"/>
    <w:rsid w:val="00BE3354"/>
    <w:rsid w:val="00BE72FC"/>
    <w:rsid w:val="00BF0A4F"/>
    <w:rsid w:val="00BF15F9"/>
    <w:rsid w:val="00BF29B8"/>
    <w:rsid w:val="00BF2E77"/>
    <w:rsid w:val="00BF30C4"/>
    <w:rsid w:val="00BF3CD7"/>
    <w:rsid w:val="00BF3DA5"/>
    <w:rsid w:val="00BF42AB"/>
    <w:rsid w:val="00BF564C"/>
    <w:rsid w:val="00BF6095"/>
    <w:rsid w:val="00BF76D4"/>
    <w:rsid w:val="00C00943"/>
    <w:rsid w:val="00C012BA"/>
    <w:rsid w:val="00C0204B"/>
    <w:rsid w:val="00C02473"/>
    <w:rsid w:val="00C04758"/>
    <w:rsid w:val="00C048D0"/>
    <w:rsid w:val="00C04F02"/>
    <w:rsid w:val="00C05157"/>
    <w:rsid w:val="00C06D09"/>
    <w:rsid w:val="00C074C8"/>
    <w:rsid w:val="00C1646E"/>
    <w:rsid w:val="00C1667F"/>
    <w:rsid w:val="00C208D6"/>
    <w:rsid w:val="00C21A65"/>
    <w:rsid w:val="00C2235C"/>
    <w:rsid w:val="00C2335E"/>
    <w:rsid w:val="00C3090D"/>
    <w:rsid w:val="00C32BC5"/>
    <w:rsid w:val="00C33523"/>
    <w:rsid w:val="00C34778"/>
    <w:rsid w:val="00C404D0"/>
    <w:rsid w:val="00C41C66"/>
    <w:rsid w:val="00C46445"/>
    <w:rsid w:val="00C51689"/>
    <w:rsid w:val="00C51711"/>
    <w:rsid w:val="00C5193C"/>
    <w:rsid w:val="00C52FC1"/>
    <w:rsid w:val="00C53840"/>
    <w:rsid w:val="00C57024"/>
    <w:rsid w:val="00C6275F"/>
    <w:rsid w:val="00C6309B"/>
    <w:rsid w:val="00C661F8"/>
    <w:rsid w:val="00C717AE"/>
    <w:rsid w:val="00C73684"/>
    <w:rsid w:val="00C7431E"/>
    <w:rsid w:val="00C76AFF"/>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51B7"/>
    <w:rsid w:val="00CA63DE"/>
    <w:rsid w:val="00CB20EF"/>
    <w:rsid w:val="00CB32E3"/>
    <w:rsid w:val="00CB3937"/>
    <w:rsid w:val="00CB3CED"/>
    <w:rsid w:val="00CB4318"/>
    <w:rsid w:val="00CB5358"/>
    <w:rsid w:val="00CB5F23"/>
    <w:rsid w:val="00CC267F"/>
    <w:rsid w:val="00CC49D6"/>
    <w:rsid w:val="00CC5C4E"/>
    <w:rsid w:val="00CC6E17"/>
    <w:rsid w:val="00CD092F"/>
    <w:rsid w:val="00CD32E4"/>
    <w:rsid w:val="00CD437E"/>
    <w:rsid w:val="00CD4404"/>
    <w:rsid w:val="00CD512B"/>
    <w:rsid w:val="00CE1A1D"/>
    <w:rsid w:val="00CE1E68"/>
    <w:rsid w:val="00CE30B5"/>
    <w:rsid w:val="00CE3857"/>
    <w:rsid w:val="00CE53AB"/>
    <w:rsid w:val="00CE594C"/>
    <w:rsid w:val="00CF3D79"/>
    <w:rsid w:val="00CF40ED"/>
    <w:rsid w:val="00CF7808"/>
    <w:rsid w:val="00CF7E55"/>
    <w:rsid w:val="00D03BF2"/>
    <w:rsid w:val="00D059DF"/>
    <w:rsid w:val="00D0767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3CDC"/>
    <w:rsid w:val="00D47DB9"/>
    <w:rsid w:val="00D505E3"/>
    <w:rsid w:val="00D50C7D"/>
    <w:rsid w:val="00D50E04"/>
    <w:rsid w:val="00D5414C"/>
    <w:rsid w:val="00D54489"/>
    <w:rsid w:val="00D5625E"/>
    <w:rsid w:val="00D576F7"/>
    <w:rsid w:val="00D603AC"/>
    <w:rsid w:val="00D6084C"/>
    <w:rsid w:val="00D65A18"/>
    <w:rsid w:val="00D7082E"/>
    <w:rsid w:val="00D70C3E"/>
    <w:rsid w:val="00D73592"/>
    <w:rsid w:val="00D7370C"/>
    <w:rsid w:val="00D73C3F"/>
    <w:rsid w:val="00D73C68"/>
    <w:rsid w:val="00D74AE8"/>
    <w:rsid w:val="00D7525B"/>
    <w:rsid w:val="00D75A6C"/>
    <w:rsid w:val="00D761EB"/>
    <w:rsid w:val="00D77924"/>
    <w:rsid w:val="00D816E1"/>
    <w:rsid w:val="00D83B6E"/>
    <w:rsid w:val="00D84D4F"/>
    <w:rsid w:val="00D87B0A"/>
    <w:rsid w:val="00D87FB6"/>
    <w:rsid w:val="00D9397D"/>
    <w:rsid w:val="00D93F61"/>
    <w:rsid w:val="00D94600"/>
    <w:rsid w:val="00D97DED"/>
    <w:rsid w:val="00DA038E"/>
    <w:rsid w:val="00DA09F5"/>
    <w:rsid w:val="00DA0ED2"/>
    <w:rsid w:val="00DA1E87"/>
    <w:rsid w:val="00DA292B"/>
    <w:rsid w:val="00DB0AF0"/>
    <w:rsid w:val="00DB4A80"/>
    <w:rsid w:val="00DB5280"/>
    <w:rsid w:val="00DB597D"/>
    <w:rsid w:val="00DB605D"/>
    <w:rsid w:val="00DB74FF"/>
    <w:rsid w:val="00DC4173"/>
    <w:rsid w:val="00DC4AA5"/>
    <w:rsid w:val="00DC649C"/>
    <w:rsid w:val="00DC78A8"/>
    <w:rsid w:val="00DD0268"/>
    <w:rsid w:val="00DD0DEC"/>
    <w:rsid w:val="00DD30E0"/>
    <w:rsid w:val="00DD3AA1"/>
    <w:rsid w:val="00DD46D5"/>
    <w:rsid w:val="00DD4BFC"/>
    <w:rsid w:val="00DE26E3"/>
    <w:rsid w:val="00DE3582"/>
    <w:rsid w:val="00DE6E91"/>
    <w:rsid w:val="00DF0508"/>
    <w:rsid w:val="00E0056C"/>
    <w:rsid w:val="00E10F9D"/>
    <w:rsid w:val="00E1290B"/>
    <w:rsid w:val="00E12FF9"/>
    <w:rsid w:val="00E13708"/>
    <w:rsid w:val="00E157F7"/>
    <w:rsid w:val="00E22E0D"/>
    <w:rsid w:val="00E26024"/>
    <w:rsid w:val="00E264FF"/>
    <w:rsid w:val="00E2742B"/>
    <w:rsid w:val="00E274D0"/>
    <w:rsid w:val="00E307F3"/>
    <w:rsid w:val="00E3173E"/>
    <w:rsid w:val="00E317FA"/>
    <w:rsid w:val="00E335E5"/>
    <w:rsid w:val="00E33F99"/>
    <w:rsid w:val="00E35CC2"/>
    <w:rsid w:val="00E40504"/>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76F0"/>
    <w:rsid w:val="00E7173B"/>
    <w:rsid w:val="00E77D71"/>
    <w:rsid w:val="00E81D30"/>
    <w:rsid w:val="00E84936"/>
    <w:rsid w:val="00E91342"/>
    <w:rsid w:val="00E91A8E"/>
    <w:rsid w:val="00E9292B"/>
    <w:rsid w:val="00E92AFF"/>
    <w:rsid w:val="00E93766"/>
    <w:rsid w:val="00E94D8F"/>
    <w:rsid w:val="00E956BC"/>
    <w:rsid w:val="00EA1D63"/>
    <w:rsid w:val="00EA1EB5"/>
    <w:rsid w:val="00EB3005"/>
    <w:rsid w:val="00EB30F5"/>
    <w:rsid w:val="00EB4785"/>
    <w:rsid w:val="00EB52C6"/>
    <w:rsid w:val="00EB7CED"/>
    <w:rsid w:val="00EC0321"/>
    <w:rsid w:val="00EC128B"/>
    <w:rsid w:val="00EC2113"/>
    <w:rsid w:val="00EC2436"/>
    <w:rsid w:val="00EC4916"/>
    <w:rsid w:val="00EC4FFD"/>
    <w:rsid w:val="00EC5F03"/>
    <w:rsid w:val="00ED10C0"/>
    <w:rsid w:val="00ED1E08"/>
    <w:rsid w:val="00ED2CDB"/>
    <w:rsid w:val="00ED3327"/>
    <w:rsid w:val="00ED3C9B"/>
    <w:rsid w:val="00ED4C39"/>
    <w:rsid w:val="00ED565F"/>
    <w:rsid w:val="00ED5F58"/>
    <w:rsid w:val="00ED64EC"/>
    <w:rsid w:val="00ED79D2"/>
    <w:rsid w:val="00EE0BE3"/>
    <w:rsid w:val="00EE5DF5"/>
    <w:rsid w:val="00EE6243"/>
    <w:rsid w:val="00EE6DBC"/>
    <w:rsid w:val="00EF0DEE"/>
    <w:rsid w:val="00F0279F"/>
    <w:rsid w:val="00F034F7"/>
    <w:rsid w:val="00F035E1"/>
    <w:rsid w:val="00F06CF4"/>
    <w:rsid w:val="00F1043B"/>
    <w:rsid w:val="00F14AF7"/>
    <w:rsid w:val="00F152FE"/>
    <w:rsid w:val="00F16B6C"/>
    <w:rsid w:val="00F17682"/>
    <w:rsid w:val="00F17F2F"/>
    <w:rsid w:val="00F201A6"/>
    <w:rsid w:val="00F2084B"/>
    <w:rsid w:val="00F21FEE"/>
    <w:rsid w:val="00F2263F"/>
    <w:rsid w:val="00F22C51"/>
    <w:rsid w:val="00F241DB"/>
    <w:rsid w:val="00F248BE"/>
    <w:rsid w:val="00F253ED"/>
    <w:rsid w:val="00F2550D"/>
    <w:rsid w:val="00F27B52"/>
    <w:rsid w:val="00F30AD2"/>
    <w:rsid w:val="00F325F1"/>
    <w:rsid w:val="00F34A5C"/>
    <w:rsid w:val="00F403F2"/>
    <w:rsid w:val="00F43AB5"/>
    <w:rsid w:val="00F508A3"/>
    <w:rsid w:val="00F50D70"/>
    <w:rsid w:val="00F534E7"/>
    <w:rsid w:val="00F576E8"/>
    <w:rsid w:val="00F66726"/>
    <w:rsid w:val="00F679F9"/>
    <w:rsid w:val="00F67FD7"/>
    <w:rsid w:val="00F70ED1"/>
    <w:rsid w:val="00F74BD8"/>
    <w:rsid w:val="00F75ADC"/>
    <w:rsid w:val="00F771AA"/>
    <w:rsid w:val="00F82304"/>
    <w:rsid w:val="00F852FA"/>
    <w:rsid w:val="00F862DB"/>
    <w:rsid w:val="00F90803"/>
    <w:rsid w:val="00F9245C"/>
    <w:rsid w:val="00F94B03"/>
    <w:rsid w:val="00F94C86"/>
    <w:rsid w:val="00FA0424"/>
    <w:rsid w:val="00FA2C8F"/>
    <w:rsid w:val="00FA358F"/>
    <w:rsid w:val="00FA769F"/>
    <w:rsid w:val="00FB15F6"/>
    <w:rsid w:val="00FB4F17"/>
    <w:rsid w:val="00FB7209"/>
    <w:rsid w:val="00FC124A"/>
    <w:rsid w:val="00FC1952"/>
    <w:rsid w:val="00FC248C"/>
    <w:rsid w:val="00FC5D7B"/>
    <w:rsid w:val="00FC6BF4"/>
    <w:rsid w:val="00FC754E"/>
    <w:rsid w:val="00FD17A3"/>
    <w:rsid w:val="00FD3F9C"/>
    <w:rsid w:val="00FD4EB9"/>
    <w:rsid w:val="00FD5D60"/>
    <w:rsid w:val="00FD654E"/>
    <w:rsid w:val="00FE13D4"/>
    <w:rsid w:val="00FE2A1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583"/>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3">
    <w:name w:val="heading 3"/>
    <w:basedOn w:val="Normal"/>
    <w:next w:val="Normal"/>
    <w:link w:val="Heading3Char"/>
    <w:qFormat/>
    <w:rsid w:val="001B17E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8">
    <w:name w:val="heading 8"/>
    <w:basedOn w:val="Normal"/>
    <w:next w:val="Normal"/>
    <w:link w:val="Heading8Char"/>
    <w:qFormat/>
    <w:rsid w:val="001B17ED"/>
    <w:pPr>
      <w:keepNext/>
      <w:widowControl w:val="0"/>
      <w:tabs>
        <w:tab w:val="left" w:pos="360"/>
      </w:tabs>
      <w:jc w:val="both"/>
      <w:outlineLvl w:val="7"/>
    </w:pPr>
    <w:rPr>
      <w:rFonts w:ascii="Garamond" w:hAnsi="Garamond"/>
      <w:sz w:val="28"/>
      <w:szCs w:val="20"/>
      <w:lang w:val="en-US"/>
    </w:rPr>
  </w:style>
  <w:style w:type="paragraph" w:styleId="Heading9">
    <w:name w:val="heading 9"/>
    <w:basedOn w:val="Normal"/>
    <w:next w:val="Normal"/>
    <w:qFormat/>
    <w:rsid w:val="00DE26E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3Char">
    <w:name w:val="Heading 3 Char"/>
    <w:basedOn w:val="DefaultParagraphFont"/>
    <w:link w:val="Heading3"/>
    <w:rsid w:val="001B17ED"/>
    <w:rPr>
      <w:rFonts w:ascii="Arial" w:hAnsi="Arial" w:cs="Arial"/>
      <w:b/>
      <w:bCs/>
      <w:sz w:val="26"/>
      <w:szCs w:val="26"/>
      <w:lang w:val="en-GB" w:eastAsia="en-US"/>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character" w:customStyle="1" w:styleId="Heading8Char">
    <w:name w:val="Heading 8 Char"/>
    <w:basedOn w:val="DefaultParagraphFont"/>
    <w:link w:val="Heading8"/>
    <w:rsid w:val="001B17ED"/>
    <w:rPr>
      <w:rFonts w:ascii="Garamond" w:hAnsi="Garamond"/>
      <w:sz w:val="28"/>
      <w:lang w:val="en-US" w:eastAsia="en-US"/>
    </w:rPr>
  </w:style>
  <w:style w:type="paragraph" w:styleId="BodyText">
    <w:name w:val="Body Text"/>
    <w:aliases w:val="Body Text Char1 Char,Body Text Char Char1 Char,Body Text Char2 Char,Body Text Char1 Char Char,Body Text Char Char1 Char Char,Body Text Char Char2 Char,Body Text Char1,Body Text Char Char1 Char Char1"/>
    <w:basedOn w:val="Normal"/>
    <w:link w:val="BodyTextChar"/>
    <w:rsid w:val="00AA4CC6"/>
    <w:pPr>
      <w:autoSpaceDE w:val="0"/>
      <w:autoSpaceDN w:val="0"/>
      <w:jc w:val="both"/>
    </w:pPr>
    <w:rPr>
      <w:lang w:val="bg-BG"/>
    </w:rPr>
  </w:style>
  <w:style w:type="character" w:customStyle="1" w:styleId="BodyTextChar">
    <w:name w:val="Body Text Char"/>
    <w:aliases w:val="Body Text Char1 Char Char2,Body Text Char Char1 Char Char3,Body Text Char2 Char Char1,Body Text Char1 Char Char Char1,Body Text Char Char1 Char Char Char1,Body Text Char Char2 Char Char1,Body Text Char1 Char3"/>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a">
    <w:basedOn w:val="Normal"/>
    <w:rsid w:val="00C404D0"/>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76095A"/>
    <w:pPr>
      <w:tabs>
        <w:tab w:val="left" w:pos="709"/>
      </w:tabs>
    </w:pPr>
    <w:rPr>
      <w:rFonts w:ascii="Tahoma" w:hAnsi="Tahoma"/>
      <w:lang w:val="pl-PL" w:eastAsia="pl-PL"/>
    </w:rPr>
  </w:style>
  <w:style w:type="paragraph" w:customStyle="1" w:styleId="CharCharChar">
    <w:name w:val="Char Char Char"/>
    <w:basedOn w:val="Normal"/>
    <w:rsid w:val="008567AE"/>
    <w:pPr>
      <w:tabs>
        <w:tab w:val="left" w:pos="709"/>
      </w:tabs>
    </w:pPr>
    <w:rPr>
      <w:rFonts w:ascii="Tahoma" w:hAnsi="Tahoma"/>
      <w:lang w:val="pl-PL" w:eastAsia="pl-PL"/>
    </w:rPr>
  </w:style>
  <w:style w:type="paragraph" w:customStyle="1" w:styleId="CharCharCharCharCharChar0">
    <w:name w:val="Char Char Char Char Char Char"/>
    <w:basedOn w:val="Normal"/>
    <w:rsid w:val="001B17ED"/>
    <w:pPr>
      <w:tabs>
        <w:tab w:val="left" w:pos="709"/>
      </w:tabs>
    </w:pPr>
    <w:rPr>
      <w:rFonts w:ascii="Tahoma" w:hAnsi="Tahoma"/>
      <w:lang w:val="pl-PL" w:eastAsia="pl-PL"/>
    </w:rPr>
  </w:style>
  <w:style w:type="character" w:customStyle="1" w:styleId="BodyTextChar2">
    <w:name w:val="Body Text Char2"/>
    <w:aliases w:val="Body Text Char Char1,Body Text Char1 Char Char1,Body Text Char Char1 Char Char2,Body Text Char2 Char Char,Body Text Char1 Char Char Char,Body Text Char Char1 Char Char Char,Body Text Char Char2 Char Char,Body Text Char1 Char2"/>
    <w:basedOn w:val="DefaultParagraphFont"/>
    <w:rsid w:val="001B17ED"/>
    <w:rPr>
      <w:sz w:val="24"/>
      <w:szCs w:val="24"/>
      <w:lang w:val="bg-BG" w:eastAsia="en-US" w:bidi="ar-SA"/>
    </w:rPr>
  </w:style>
  <w:style w:type="paragraph" w:customStyle="1" w:styleId="31">
    <w:name w:val="3 1"/>
    <w:rsid w:val="001B17ED"/>
    <w:pPr>
      <w:tabs>
        <w:tab w:val="left" w:pos="-720"/>
        <w:tab w:val="left" w:pos="0"/>
        <w:tab w:val="decimal" w:pos="720"/>
      </w:tabs>
      <w:suppressAutoHyphens/>
      <w:ind w:firstLine="720"/>
    </w:pPr>
    <w:rPr>
      <w:rFonts w:ascii="Courier" w:hAnsi="Courier"/>
      <w:sz w:val="24"/>
      <w:lang w:val="en-US" w:eastAsia="en-US"/>
    </w:rPr>
  </w:style>
  <w:style w:type="character" w:styleId="CommentReference">
    <w:name w:val="annotation reference"/>
    <w:basedOn w:val="DefaultParagraphFont"/>
    <w:rsid w:val="001B17ED"/>
    <w:rPr>
      <w:sz w:val="16"/>
      <w:szCs w:val="16"/>
    </w:rPr>
  </w:style>
  <w:style w:type="paragraph" w:styleId="CommentText">
    <w:name w:val="annotation text"/>
    <w:basedOn w:val="Normal"/>
    <w:link w:val="CommentTextChar"/>
    <w:rsid w:val="001B17ED"/>
    <w:pPr>
      <w:widowControl w:val="0"/>
    </w:pPr>
    <w:rPr>
      <w:sz w:val="20"/>
      <w:szCs w:val="20"/>
      <w:lang w:val="en-US"/>
    </w:rPr>
  </w:style>
  <w:style w:type="character" w:customStyle="1" w:styleId="CommentTextChar">
    <w:name w:val="Comment Text Char"/>
    <w:basedOn w:val="DefaultParagraphFont"/>
    <w:link w:val="CommentText"/>
    <w:rsid w:val="001B17ED"/>
    <w:rPr>
      <w:lang w:val="en-US" w:eastAsia="en-US"/>
    </w:rPr>
  </w:style>
  <w:style w:type="paragraph" w:styleId="BodyText2">
    <w:name w:val="Body Text 2"/>
    <w:basedOn w:val="Normal"/>
    <w:link w:val="BodyText2Char"/>
    <w:rsid w:val="001B17ED"/>
    <w:pPr>
      <w:spacing w:after="120" w:line="480" w:lineRule="auto"/>
    </w:pPr>
  </w:style>
  <w:style w:type="character" w:customStyle="1" w:styleId="BodyText2Char">
    <w:name w:val="Body Text 2 Char"/>
    <w:basedOn w:val="DefaultParagraphFont"/>
    <w:link w:val="BodyText2"/>
    <w:rsid w:val="001B17ED"/>
    <w:rPr>
      <w:sz w:val="24"/>
      <w:szCs w:val="24"/>
      <w:lang w:val="en-GB" w:eastAsia="en-US"/>
    </w:rPr>
  </w:style>
  <w:style w:type="paragraph" w:styleId="HTMLPreformatted">
    <w:name w:val="HTML Preformatted"/>
    <w:basedOn w:val="Normal"/>
    <w:link w:val="HTMLPreformattedChar"/>
    <w:rsid w:val="001B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bg-BG" w:eastAsia="bg-BG"/>
    </w:rPr>
  </w:style>
  <w:style w:type="character" w:customStyle="1" w:styleId="HTMLPreformattedChar">
    <w:name w:val="HTML Preformatted Char"/>
    <w:basedOn w:val="DefaultParagraphFont"/>
    <w:link w:val="HTMLPreformatted"/>
    <w:rsid w:val="001B17ED"/>
    <w:rPr>
      <w:rFonts w:ascii="Courier New" w:hAnsi="Courier New" w:cs="Courier New"/>
    </w:rPr>
  </w:style>
  <w:style w:type="paragraph" w:customStyle="1" w:styleId="FR1">
    <w:name w:val="FR1"/>
    <w:rsid w:val="001B17ED"/>
    <w:pPr>
      <w:widowControl w:val="0"/>
      <w:spacing w:before="820"/>
      <w:ind w:left="2760"/>
    </w:pPr>
    <w:rPr>
      <w:rFonts w:ascii="Arial" w:hAnsi="Arial"/>
      <w:snapToGrid w:val="0"/>
      <w:sz w:val="22"/>
      <w:lang w:val="en-GB" w:eastAsia="en-US"/>
    </w:rPr>
  </w:style>
  <w:style w:type="paragraph" w:customStyle="1" w:styleId="Sub-ClauseText">
    <w:name w:val="Sub-Clause Text"/>
    <w:basedOn w:val="Normal"/>
    <w:rsid w:val="001B17ED"/>
    <w:pPr>
      <w:spacing w:before="120" w:after="120"/>
      <w:jc w:val="both"/>
    </w:pPr>
    <w:rPr>
      <w:spacing w:val="-4"/>
      <w:szCs w:val="20"/>
      <w:lang w:val="en-US"/>
    </w:rPr>
  </w:style>
  <w:style w:type="character" w:customStyle="1" w:styleId="BodyTextCharChar">
    <w:name w:val="Body Text Char Char"/>
    <w:basedOn w:val="DefaultParagraphFont"/>
    <w:rsid w:val="001B17ED"/>
    <w:rPr>
      <w:sz w:val="24"/>
      <w:szCs w:val="24"/>
      <w:lang w:val="bg-BG" w:eastAsia="en-US" w:bidi="ar-SA"/>
    </w:rPr>
  </w:style>
  <w:style w:type="paragraph" w:styleId="TOC1">
    <w:name w:val="toc 1"/>
    <w:basedOn w:val="Normal"/>
    <w:next w:val="Normal"/>
    <w:autoRedefine/>
    <w:rsid w:val="001B17ED"/>
    <w:pPr>
      <w:numPr>
        <w:numId w:val="14"/>
      </w:numPr>
      <w:tabs>
        <w:tab w:val="num" w:pos="0"/>
        <w:tab w:val="left" w:pos="540"/>
      </w:tabs>
      <w:ind w:left="0" w:firstLine="0"/>
      <w:jc w:val="both"/>
    </w:pPr>
    <w:rPr>
      <w:b/>
      <w:bCs/>
    </w:rPr>
  </w:style>
  <w:style w:type="character" w:customStyle="1" w:styleId="BodyTextCharChar2">
    <w:name w:val="Body Text Char Char2"/>
    <w:basedOn w:val="DefaultParagraphFont"/>
    <w:rsid w:val="001B17ED"/>
    <w:rPr>
      <w:sz w:val="24"/>
      <w:szCs w:val="24"/>
      <w:lang w:val="bg-BG" w:eastAsia="en-US" w:bidi="ar-SA"/>
    </w:rPr>
  </w:style>
  <w:style w:type="paragraph" w:customStyle="1" w:styleId="CharCharCharCharCharCharCharCharCharCharCharCharCharCharCharCharCharCharCharCharChar1CharCharCharCharCharChar0">
    <w:name w:val="Char Char Char Char Char Char Char Char Char Char Char Char Знак Знак Char Char Char Знак Знак Char Char Char Char Char Char1 Char Char Char Char Char Знак Char Знак"/>
    <w:basedOn w:val="Normal"/>
    <w:rsid w:val="001B17ED"/>
    <w:pPr>
      <w:tabs>
        <w:tab w:val="left" w:pos="709"/>
      </w:tabs>
    </w:pPr>
    <w:rPr>
      <w:rFonts w:ascii="Tahoma" w:hAnsi="Tahoma"/>
      <w:lang w:val="pl-PL" w:eastAsia="pl-PL"/>
    </w:rPr>
  </w:style>
  <w:style w:type="paragraph" w:customStyle="1" w:styleId="CharCharCharCharCharCharCharCharCharCharCharCharCharCharCharCharCharCharCharCharChar1CharCharCharCharChar">
    <w:name w:val="Char Char Char Char Char Char Char Char Char Char Char Char Знак Знак Char Char Char Знак Знак Char Char Char Char Char Char1 Char Char Char Char Char"/>
    <w:basedOn w:val="Normal"/>
    <w:rsid w:val="001B17ED"/>
    <w:pPr>
      <w:tabs>
        <w:tab w:val="left" w:pos="709"/>
      </w:tabs>
    </w:pPr>
    <w:rPr>
      <w:rFonts w:ascii="Tahoma" w:hAnsi="Tahoma"/>
      <w:lang w:val="pl-PL" w:eastAsia="pl-PL"/>
    </w:rPr>
  </w:style>
  <w:style w:type="paragraph" w:customStyle="1" w:styleId="CharCharCharCharCharCharCharCharChar10">
    <w:name w:val="Char Char Char Char Char Char Char Char Char1"/>
    <w:basedOn w:val="Normal"/>
    <w:rsid w:val="001B17ED"/>
    <w:pPr>
      <w:tabs>
        <w:tab w:val="left" w:pos="709"/>
      </w:tabs>
    </w:pPr>
    <w:rPr>
      <w:rFonts w:ascii="Tahoma" w:hAnsi="Tahoma"/>
      <w:lang w:val="pl-PL" w:eastAsia="pl-PL"/>
    </w:rPr>
  </w:style>
  <w:style w:type="character" w:customStyle="1" w:styleId="BodyTextChar1Char1">
    <w:name w:val="Body Text Char1 Char1"/>
    <w:aliases w:val="Body Text Char Char1 Char1,Body Text Char1 Char Char1 Char,Body Text Char Char1 Char Char1 Char,Body Text Char2 Char Char Char,Body Text Char1 Char Char Char Char,Body Text Char Char1 Char Char Char Char,Body Text Char Char5"/>
    <w:basedOn w:val="DefaultParagraphFont"/>
    <w:rsid w:val="001B17ED"/>
    <w:rPr>
      <w:sz w:val="24"/>
      <w:szCs w:val="24"/>
      <w:lang w:val="bg-BG" w:eastAsia="en-US" w:bidi="ar-SA"/>
    </w:rPr>
  </w:style>
  <w:style w:type="paragraph" w:customStyle="1" w:styleId="CharCharCharCharCharCharCharCharChar0">
    <w:name w:val="Char Char Char Char Char Char Char Char Char"/>
    <w:basedOn w:val="Normal"/>
    <w:rsid w:val="001B17ED"/>
    <w:pPr>
      <w:tabs>
        <w:tab w:val="left" w:pos="709"/>
      </w:tabs>
    </w:pPr>
    <w:rPr>
      <w:rFonts w:ascii="Tahoma" w:hAnsi="Tahoma"/>
      <w:lang w:val="pl-PL" w:eastAsia="pl-PL"/>
    </w:rPr>
  </w:style>
  <w:style w:type="paragraph" w:customStyle="1" w:styleId="CharCharCharCharCharCharCharCharChar2">
    <w:name w:val="Char Char Char Char Char Char Char Char Char2"/>
    <w:basedOn w:val="Normal"/>
    <w:rsid w:val="001B17ED"/>
    <w:pPr>
      <w:tabs>
        <w:tab w:val="left" w:pos="709"/>
      </w:tabs>
    </w:pPr>
    <w:rPr>
      <w:rFonts w:ascii="Tahoma" w:hAnsi="Tahoma"/>
      <w:lang w:val="pl-PL" w:eastAsia="pl-PL"/>
    </w:rPr>
  </w:style>
  <w:style w:type="paragraph" w:customStyle="1" w:styleId="CharCharCharCharCharCharCharCharChar2CharCharChar">
    <w:name w:val="Char Char Char Char Char Char Char Char Char2 Char Char Char"/>
    <w:basedOn w:val="Normal"/>
    <w:rsid w:val="001B17ED"/>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1B17ED"/>
    <w:pPr>
      <w:tabs>
        <w:tab w:val="left" w:pos="709"/>
      </w:tabs>
    </w:pPr>
    <w:rPr>
      <w:rFonts w:ascii="Tahoma" w:hAnsi="Tahoma"/>
      <w:lang w:val="pl-PL" w:eastAsia="pl-PL"/>
    </w:rPr>
  </w:style>
  <w:style w:type="paragraph" w:customStyle="1" w:styleId="CharChar">
    <w:name w:val="Char Char"/>
    <w:basedOn w:val="Normal"/>
    <w:rsid w:val="001B17ED"/>
    <w:pPr>
      <w:tabs>
        <w:tab w:val="left" w:pos="709"/>
      </w:tabs>
    </w:pPr>
    <w:rPr>
      <w:rFonts w:ascii="Tahoma" w:hAnsi="Tahoma"/>
      <w:lang w:val="pl-PL" w:eastAsia="pl-PL"/>
    </w:rPr>
  </w:style>
  <w:style w:type="paragraph" w:customStyle="1" w:styleId="CharCharCharCharChar0">
    <w:name w:val="Char Char Char Char Char"/>
    <w:basedOn w:val="Normal"/>
    <w:rsid w:val="001B17ED"/>
    <w:pPr>
      <w:tabs>
        <w:tab w:val="left" w:pos="709"/>
      </w:tabs>
    </w:pPr>
    <w:rPr>
      <w:rFonts w:ascii="Tahoma" w:hAnsi="Tahoma"/>
      <w:lang w:val="pl-PL" w:eastAsia="pl-PL"/>
    </w:rPr>
  </w:style>
  <w:style w:type="paragraph" w:customStyle="1" w:styleId="CharChar3CharCharChar">
    <w:name w:val="Char Char3 Char Char Char"/>
    <w:basedOn w:val="Normal"/>
    <w:rsid w:val="001B17ED"/>
    <w:pPr>
      <w:tabs>
        <w:tab w:val="left" w:pos="709"/>
      </w:tabs>
    </w:pPr>
    <w:rPr>
      <w:rFonts w:ascii="Tahoma" w:hAnsi="Tahoma"/>
      <w:lang w:val="pl-PL" w:eastAsia="pl-PL"/>
    </w:rPr>
  </w:style>
  <w:style w:type="paragraph" w:customStyle="1" w:styleId="CharChar1CharCharChar0">
    <w:name w:val="Char Char1 Char Char Char"/>
    <w:basedOn w:val="Normal"/>
    <w:rsid w:val="001B17ED"/>
    <w:pPr>
      <w:spacing w:after="160" w:line="240" w:lineRule="exact"/>
    </w:pPr>
    <w:rPr>
      <w:rFonts w:ascii="Arial" w:hAnsi="Arial" w:cs="Arial"/>
      <w:sz w:val="20"/>
      <w:szCs w:val="20"/>
      <w:lang w:val="en-US"/>
    </w:rPr>
  </w:style>
  <w:style w:type="paragraph" w:customStyle="1" w:styleId="Style2">
    <w:name w:val="Style2"/>
    <w:basedOn w:val="Normal"/>
    <w:rsid w:val="001B17ED"/>
    <w:pPr>
      <w:suppressAutoHyphens/>
      <w:spacing w:before="240" w:line="360" w:lineRule="auto"/>
      <w:ind w:firstLine="851"/>
    </w:pPr>
    <w:rPr>
      <w:b/>
      <w:bCs/>
      <w:lang w:val="bg-BG" w:eastAsia="ar-SA"/>
    </w:rPr>
  </w:style>
  <w:style w:type="paragraph" w:customStyle="1" w:styleId="CharCharCharCharCharCharCharCharCharCharCharCharCharCharChar">
    <w:name w:val="Char Знак Знак Char Char Char Знак Знак Char Char Char Char Знак Знак Char Char Char Char Знак Знак Char Char Char"/>
    <w:basedOn w:val="Normal"/>
    <w:rsid w:val="001B17ED"/>
    <w:pPr>
      <w:tabs>
        <w:tab w:val="left" w:pos="709"/>
      </w:tabs>
    </w:pPr>
    <w:rPr>
      <w:rFonts w:ascii="Tahoma" w:hAnsi="Tahoma"/>
      <w:lang w:val="bg-BG" w:eastAsia="pl-PL"/>
    </w:rPr>
  </w:style>
  <w:style w:type="character" w:customStyle="1" w:styleId="apple-style-span">
    <w:name w:val="apple-style-span"/>
    <w:basedOn w:val="DefaultParagraphFont"/>
    <w:rsid w:val="001B17ED"/>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1B17ED"/>
    <w:pPr>
      <w:tabs>
        <w:tab w:val="left" w:pos="709"/>
      </w:tabs>
    </w:pPr>
    <w:rPr>
      <w:rFonts w:ascii="Tahoma" w:hAnsi="Tahoma"/>
      <w:lang w:val="pl-PL" w:eastAsia="pl-PL"/>
    </w:rPr>
  </w:style>
  <w:style w:type="character" w:customStyle="1" w:styleId="Char1">
    <w:name w:val="Char1"/>
    <w:basedOn w:val="DefaultParagraphFont"/>
    <w:rsid w:val="001B17ED"/>
    <w:rPr>
      <w:b/>
      <w:sz w:val="52"/>
      <w:szCs w:val="24"/>
      <w:u w:val="single"/>
      <w:lang w:val="en-US" w:eastAsia="en-US" w:bidi="ar-SA"/>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6B0B8A-0D1F-4A35-AC4D-88C96B4B6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799</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14</cp:revision>
  <cp:lastPrinted>2018-06-12T12:54:00Z</cp:lastPrinted>
  <dcterms:created xsi:type="dcterms:W3CDTF">2018-06-12T06:17:00Z</dcterms:created>
  <dcterms:modified xsi:type="dcterms:W3CDTF">2018-06-19T06:26:00Z</dcterms:modified>
</cp:coreProperties>
</file>